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53BC4B9" w:rsidR="00F422D3" w:rsidRPr="000079D0" w:rsidRDefault="00F422D3" w:rsidP="00BB1390">
      <w:pPr>
        <w:pStyle w:val="Titul2"/>
        <w:rPr>
          <w:sz w:val="18"/>
          <w:szCs w:val="18"/>
        </w:rPr>
      </w:pPr>
      <w:r>
        <w:t xml:space="preserve">Název </w:t>
      </w:r>
      <w:r w:rsidRPr="00BB1390">
        <w:t>zakázky</w:t>
      </w:r>
      <w:r>
        <w:t>: „</w:t>
      </w:r>
      <w:r w:rsidR="00E0237D">
        <w:t xml:space="preserve">Implementace ETCS </w:t>
      </w:r>
      <w:proofErr w:type="spellStart"/>
      <w:r w:rsidR="00E0237D">
        <w:t>Regional</w:t>
      </w:r>
      <w:proofErr w:type="spellEnd"/>
      <w:r w:rsidR="00E0237D">
        <w:t xml:space="preserve"> </w:t>
      </w:r>
      <w:proofErr w:type="gramStart"/>
      <w:r w:rsidR="00E0237D">
        <w:t>Beroun - Nižbor</w:t>
      </w:r>
      <w:proofErr w:type="gramEnd"/>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4D4E00B3" w14:textId="77777777" w:rsidR="00A76392" w:rsidRDefault="00F422D3" w:rsidP="00A76392">
      <w:pPr>
        <w:pStyle w:val="Textbezodsazen"/>
        <w:spacing w:after="0"/>
      </w:pPr>
      <w:r>
        <w:t xml:space="preserve">zastoupena: </w:t>
      </w:r>
      <w:r w:rsidR="00A76392" w:rsidRPr="00A76392">
        <w:t xml:space="preserve">Ing. Petrem </w:t>
      </w:r>
      <w:proofErr w:type="spellStart"/>
      <w:r w:rsidR="00A76392" w:rsidRPr="00A76392">
        <w:t>Hofhanzlem</w:t>
      </w:r>
      <w:proofErr w:type="spellEnd"/>
      <w:r w:rsidR="00A76392" w:rsidRPr="00A76392">
        <w:t xml:space="preserve">, ředitel Stavební správy západ </w:t>
      </w:r>
    </w:p>
    <w:p w14:paraId="493622D4" w14:textId="77777777" w:rsidR="00A76392" w:rsidRDefault="00A76392" w:rsidP="00A76392">
      <w:pPr>
        <w:pStyle w:val="Textbezodsazen"/>
        <w:spacing w:after="0"/>
      </w:pPr>
    </w:p>
    <w:p w14:paraId="1A1C3769" w14:textId="7EB38D06" w:rsidR="00F422D3" w:rsidRPr="00B42F40" w:rsidRDefault="00F422D3" w:rsidP="00A76392">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ED8CB46" w14:textId="77777777" w:rsidR="00A76392" w:rsidRDefault="00A76392" w:rsidP="00A76392">
      <w:pPr>
        <w:pStyle w:val="Textbezodsazen"/>
        <w:jc w:val="left"/>
      </w:pPr>
      <w:r w:rsidRPr="00B42F40">
        <w:t>Stavební</w:t>
      </w:r>
      <w:r>
        <w:t xml:space="preserve"> správa západ</w:t>
      </w:r>
      <w:r>
        <w:br/>
        <w:t xml:space="preserve">Budova </w:t>
      </w:r>
      <w:proofErr w:type="spellStart"/>
      <w:r>
        <w:t>Diamond</w:t>
      </w:r>
      <w:proofErr w:type="spellEnd"/>
      <w:r>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D5F78AC" w14:textId="1BF98E26" w:rsidR="00A76392" w:rsidRDefault="00A76392" w:rsidP="00A76392">
      <w:pPr>
        <w:pStyle w:val="Textbezodsazen"/>
      </w:pPr>
      <w:r w:rsidRPr="00A453F7">
        <w:t>S</w:t>
      </w:r>
      <w:r w:rsidR="00E0237D">
        <w:t>UBISPROFIN</w:t>
      </w:r>
      <w:r>
        <w:t xml:space="preserve">/ISPROFOND: </w:t>
      </w:r>
      <w:r w:rsidRPr="00310471">
        <w:t>5</w:t>
      </w:r>
      <w:r w:rsidR="00E0237D">
        <w:t>213530096/</w:t>
      </w:r>
      <w:r w:rsidRPr="00A453F7">
        <w:t>3273214993</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7539A9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481515BD" w14:textId="1CAB1131"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E0237D">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6D5D9E8F" w14:textId="640BCA0B" w:rsidR="00A76392" w:rsidRPr="00310471" w:rsidRDefault="00A76392" w:rsidP="00A76392">
      <w:pPr>
        <w:pStyle w:val="Text1-1"/>
        <w:rPr>
          <w:b/>
        </w:rPr>
      </w:pPr>
      <w:r>
        <w:t xml:space="preserve">Objednatel oznámil uveřejněním na profilu zadavatele: </w:t>
      </w:r>
      <w:hyperlink r:id="rId11" w:history="1">
        <w:r w:rsidRPr="00016F57">
          <w:rPr>
            <w:rStyle w:val="Hypertextovodkaz"/>
            <w:noProof w:val="0"/>
          </w:rPr>
          <w:t>https://zakazky.sprav</w:t>
        </w:r>
        <w:r w:rsidRPr="00567E46">
          <w:rPr>
            <w:rStyle w:val="Hypertextovodkaz"/>
            <w:noProof w:val="0"/>
          </w:rPr>
          <w:t>azeleznic.cz/</w:t>
        </w:r>
      </w:hyperlink>
      <w:r>
        <w:t xml:space="preserve"> </w:t>
      </w:r>
      <w:r w:rsidRPr="005E2425">
        <w:t>dne</w:t>
      </w:r>
      <w:r>
        <w:t xml:space="preserve"> </w:t>
      </w:r>
      <w:r w:rsidR="003906D5" w:rsidRPr="00FE18BD">
        <w:t>1</w:t>
      </w:r>
      <w:r w:rsidR="003906D5" w:rsidRPr="003906D5">
        <w:t>2.02</w:t>
      </w:r>
      <w:r w:rsidR="00602D19" w:rsidRPr="003906D5">
        <w:t>.202</w:t>
      </w:r>
      <w:r w:rsidR="00E0237D" w:rsidRPr="003906D5">
        <w:t>4</w:t>
      </w:r>
      <w:r w:rsidRPr="003906D5">
        <w:t xml:space="preserve"> pod evidenčním</w:t>
      </w:r>
      <w:r>
        <w:t xml:space="preserve"> číslem </w:t>
      </w:r>
      <w:r w:rsidR="002566F6" w:rsidRPr="002566F6">
        <w:t>61824018</w:t>
      </w:r>
      <w:r w:rsidRPr="002566F6">
        <w:t xml:space="preserve"> svůj úmysl</w:t>
      </w:r>
      <w:r>
        <w:t xml:space="preserve"> zadat veřejnou zakázku s </w:t>
      </w:r>
      <w:r w:rsidRPr="00E0237D">
        <w:rPr>
          <w:b/>
          <w:bCs/>
        </w:rPr>
        <w:t>názvem „</w:t>
      </w:r>
      <w:r w:rsidR="00E0237D" w:rsidRPr="00E0237D">
        <w:rPr>
          <w:b/>
          <w:bCs/>
        </w:rPr>
        <w:t xml:space="preserve">Implementace ETCS </w:t>
      </w:r>
      <w:proofErr w:type="spellStart"/>
      <w:r w:rsidR="00E0237D" w:rsidRPr="00E0237D">
        <w:rPr>
          <w:b/>
          <w:bCs/>
        </w:rPr>
        <w:t>Regional</w:t>
      </w:r>
      <w:proofErr w:type="spellEnd"/>
      <w:r w:rsidR="00E0237D" w:rsidRPr="00E0237D">
        <w:rPr>
          <w:b/>
          <w:bCs/>
        </w:rPr>
        <w:t xml:space="preserve"> </w:t>
      </w:r>
      <w:proofErr w:type="gramStart"/>
      <w:r w:rsidR="00E0237D" w:rsidRPr="00E0237D">
        <w:rPr>
          <w:b/>
          <w:bCs/>
        </w:rPr>
        <w:t>Beroun - Nižbor</w:t>
      </w:r>
      <w:proofErr w:type="gramEnd"/>
      <w:r w:rsidRPr="00E0237D">
        <w:rPr>
          <w:b/>
          <w:bCs/>
        </w:rPr>
        <w:t>“</w:t>
      </w:r>
      <w:r>
        <w:t xml:space="preserve"> (dále jen „</w:t>
      </w:r>
      <w:r w:rsidRPr="007D26F9">
        <w:rPr>
          <w:rStyle w:val="Tun"/>
        </w:rPr>
        <w:t>Veřejná zakázka</w:t>
      </w:r>
      <w:r>
        <w:t xml:space="preserve">“). Na </w:t>
      </w:r>
      <w:proofErr w:type="gramStart"/>
      <w:r>
        <w:t>základě  výběrové</w:t>
      </w:r>
      <w:proofErr w:type="gramEnd"/>
      <w:r>
        <w:t xml:space="preserve"> řízení byla pro plnění Veřejné zakázky vybrána jako nejvhodnější nabídka 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2D4B8CF2" w:rsidR="00C01453" w:rsidRDefault="00C01453" w:rsidP="00C01453">
      <w:pPr>
        <w:pStyle w:val="Textbezslovn"/>
      </w:pPr>
      <w:r>
        <w:t xml:space="preserve">Součástí povinností Zhotovitele dle této Smlouvy je i výkon dozoru projektanta, kterým bude zajištěn soulad provádění stavby s ověřenou a projednanou Projektovou dokumentací, ve smyslu zákona č. 183/2006 Sb., stavební zákon, ve znění pozdějších předpisů </w:t>
      </w:r>
      <w:r w:rsidR="00841327">
        <w:t xml:space="preserve">či ve smyslu zákona č. 283/2021 Sb., stavební zákon, ve znění pozdějších předpisů </w:t>
      </w:r>
      <w:r>
        <w:t>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2FC0908D" w:rsidR="00C01453" w:rsidRDefault="005E2218" w:rsidP="00C01453">
      <w:pPr>
        <w:pStyle w:val="Textbezslovn"/>
      </w:pPr>
      <w:r w:rsidRPr="0085412C">
        <w:t>Realizací stavby se rozumí dodávka a instalace železniční sdělovací a zabezpečovací techniky.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15A01AE5"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5DF82486"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r w:rsidR="00841327" w:rsidRPr="00AF7AEE">
        <w:t>Ceně,</w:t>
      </w:r>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3626B0D7" w14:textId="77777777" w:rsidR="00A76392" w:rsidRDefault="00A76392" w:rsidP="00A76392">
      <w:pPr>
        <w:pStyle w:val="Text1-1"/>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55AF642" w14:textId="77777777" w:rsidR="00A76392" w:rsidRPr="008F7242" w:rsidRDefault="00A76392" w:rsidP="00A76392">
      <w:pPr>
        <w:pStyle w:val="Textbezslovn"/>
        <w:rPr>
          <w:rStyle w:val="Tun"/>
        </w:rPr>
      </w:pPr>
      <w:r w:rsidRPr="00C60C35">
        <w:rPr>
          <w:rStyle w:val="Tun"/>
        </w:rPr>
        <w:t>Zahájení činnosti Zhotovitele: po nabytí účinnosti Smlouvy</w:t>
      </w:r>
    </w:p>
    <w:p w14:paraId="605763AB" w14:textId="1A563230" w:rsidR="00F8713A" w:rsidRPr="00072816" w:rsidRDefault="00F8713A" w:rsidP="00F8713A">
      <w:pPr>
        <w:pStyle w:val="Textbezslovn"/>
      </w:pPr>
      <w:r w:rsidRPr="00072816">
        <w:t xml:space="preserve">Celková lhůta pro provedení Díla činí celkem </w:t>
      </w:r>
      <w:r w:rsidRPr="00072816">
        <w:rPr>
          <w:b/>
          <w:bCs/>
        </w:rPr>
        <w:t>2</w:t>
      </w:r>
      <w:r w:rsidRPr="00072816">
        <w:rPr>
          <w:rStyle w:val="Tun"/>
        </w:rPr>
        <w:t>3 měsíců</w:t>
      </w:r>
      <w:r w:rsidRPr="00072816">
        <w:t xml:space="preserve"> od nabytí účinnosti Smlouvy (dokladem prokazujícím, že Zhotovitel dokončil celé Dílo, je Předávací protokol dle odst. 10.4 Obchodních podmínek).</w:t>
      </w:r>
    </w:p>
    <w:p w14:paraId="38CEC5C0" w14:textId="2040C9EE" w:rsidR="00F8713A" w:rsidRDefault="00F8713A" w:rsidP="00F8713A">
      <w:pPr>
        <w:pStyle w:val="Textbezslovn"/>
      </w:pPr>
      <w:r w:rsidRPr="00072816">
        <w:t xml:space="preserve">Lhůta pro dokončení prací (dílčí části Projektové dokumentace v rozsahu projektové dokumentace pro stavební povolení a přílohy č. 4 vyhlášky č. 146/2008 Sb. a stavebních prací) činí celkem </w:t>
      </w:r>
      <w:r w:rsidRPr="00072816">
        <w:rPr>
          <w:rStyle w:val="Tun"/>
        </w:rPr>
        <w:t>2</w:t>
      </w:r>
      <w:r w:rsidR="00136240" w:rsidRPr="00072816">
        <w:rPr>
          <w:rStyle w:val="Tun"/>
        </w:rPr>
        <w:t>0</w:t>
      </w:r>
      <w:r w:rsidRPr="00072816">
        <w:rPr>
          <w:rStyle w:val="Tun"/>
        </w:rPr>
        <w:t xml:space="preserve"> měsíců</w:t>
      </w:r>
      <w:r w:rsidRPr="00072816">
        <w:t xml:space="preserve"> ode dne nabytí účinnosti Smlouvy (dokladem prokazujícím, že Zhotovitel dokončil projekční a stavební práce a předal Objednateli veškerá plnění připadající na tyto části Díla, je poslední Zápis o předání a převzetí Díla).</w:t>
      </w:r>
      <w:r>
        <w:t xml:space="preserve"> </w:t>
      </w:r>
    </w:p>
    <w:p w14:paraId="7A6E75B1" w14:textId="7BA20F5A" w:rsidR="00A76392" w:rsidRDefault="00A76392" w:rsidP="00A76392">
      <w:pPr>
        <w:pStyle w:val="Textbezslovn"/>
      </w:pPr>
      <w:r w:rsidRPr="00120086">
        <w:t xml:space="preserve">Předání posouzení interoperability, včetně zajištění všech souvisejících dokladů, podle </w:t>
      </w:r>
      <w:proofErr w:type="spellStart"/>
      <w:r w:rsidRPr="00120086">
        <w:t>ust</w:t>
      </w:r>
      <w:proofErr w:type="spellEnd"/>
      <w:r w:rsidRPr="00120086">
        <w:t>. § 49b zákona 266/1994 Sb. ve znění pozdějších předpisů</w:t>
      </w:r>
      <w:r w:rsidRPr="00C60C35">
        <w:t>,</w:t>
      </w:r>
      <w:r>
        <w:t xml:space="preserve">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w:t>
      </w:r>
      <w:r w:rsidRPr="00072816">
        <w:t xml:space="preserve">do </w:t>
      </w:r>
      <w:r w:rsidR="00136240" w:rsidRPr="00072816">
        <w:rPr>
          <w:rStyle w:val="Tun"/>
        </w:rPr>
        <w:t xml:space="preserve">3 </w:t>
      </w:r>
      <w:r w:rsidRPr="00072816">
        <w:rPr>
          <w:rStyle w:val="Tun"/>
        </w:rPr>
        <w:t>měsíc</w:t>
      </w:r>
      <w:r w:rsidR="00072816">
        <w:rPr>
          <w:rStyle w:val="Tun"/>
        </w:rPr>
        <w:t>ů</w:t>
      </w:r>
      <w:r w:rsidRPr="00072816">
        <w:t xml:space="preserve"> ode dne podpisu posledního Zápisu o předání a převzetí Díla.</w:t>
      </w:r>
    </w:p>
    <w:p w14:paraId="7AA605B4" w14:textId="603AF2F2" w:rsidR="00A76392" w:rsidRPr="00310EC3" w:rsidRDefault="00A76392" w:rsidP="00A76392">
      <w:pPr>
        <w:pStyle w:val="Textbezslovn"/>
      </w:pPr>
      <w:r w:rsidRPr="00310EC3">
        <w:t xml:space="preserve">Lhůty stanovené </w:t>
      </w:r>
      <w:r w:rsidR="00822F71">
        <w:t>v odst</w:t>
      </w:r>
      <w:r w:rsidR="00822F71" w:rsidRPr="00394474">
        <w:rPr>
          <w:color w:val="000000" w:themeColor="text1"/>
        </w:rPr>
        <w:t xml:space="preserve">. </w:t>
      </w:r>
      <w:r w:rsidR="00822F71">
        <w:rPr>
          <w:color w:val="000000" w:themeColor="text1"/>
        </w:rPr>
        <w:t>8</w:t>
      </w:r>
      <w:r w:rsidR="00822F71" w:rsidRPr="00394474">
        <w:rPr>
          <w:color w:val="000000" w:themeColor="text1"/>
        </w:rPr>
        <w:t xml:space="preserve">.3.3 Všeobecných </w:t>
      </w:r>
      <w:r w:rsidR="00822F71">
        <w:t xml:space="preserve">technických podmínek </w:t>
      </w:r>
      <w:r w:rsidRPr="00310EC3">
        <w:t xml:space="preserve">a lhůty stanovené v odst. 2.10 a 2.11 Obchodních podmínek se v případě této Smlouvy nepoužijí. </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Pr="00116DF0" w:rsidRDefault="007D26F9" w:rsidP="00BC5BDD">
      <w:pPr>
        <w:pStyle w:val="Text1-1"/>
      </w:pPr>
      <w:proofErr w:type="spellStart"/>
      <w:r>
        <w:t>Ust</w:t>
      </w:r>
      <w:proofErr w:type="spellEnd"/>
      <w:r>
        <w:t>. § 2605 odst. 1</w:t>
      </w:r>
      <w:r w:rsidR="00A349C6">
        <w:t xml:space="preserve"> a </w:t>
      </w:r>
      <w:proofErr w:type="spellStart"/>
      <w:r>
        <w:t>ust</w:t>
      </w:r>
      <w:proofErr w:type="spellEnd"/>
      <w:r>
        <w:t xml:space="preserve">. § 2628 občanského zákoníku se nepoužije. Dílo je provedeno </w:t>
      </w:r>
      <w:r w:rsidRPr="00116DF0">
        <w:t>tehdy, je-li dokončeno řádně</w:t>
      </w:r>
      <w:r w:rsidR="00A349C6" w:rsidRPr="00116DF0">
        <w:t xml:space="preserve"> a </w:t>
      </w:r>
      <w:r w:rsidRPr="00116DF0">
        <w:t>včas</w:t>
      </w:r>
      <w:r w:rsidR="00A349C6" w:rsidRPr="00116DF0">
        <w:t xml:space="preserve"> a </w:t>
      </w:r>
      <w:r w:rsidRPr="00116DF0">
        <w:t>Objednatelem převzato sjednaným způsobem.</w:t>
      </w:r>
    </w:p>
    <w:p w14:paraId="6722D874" w14:textId="7EF31E0C" w:rsidR="00253FF6" w:rsidRDefault="005364A0" w:rsidP="00B67165">
      <w:pPr>
        <w:pStyle w:val="Text1-1"/>
      </w:pPr>
      <w:r w:rsidRPr="00116DF0">
        <w:t>O</w:t>
      </w:r>
      <w:r w:rsidR="00253FF6" w:rsidRPr="00116DF0">
        <w:t>dst. 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4B8D82BE" w14:textId="77777777" w:rsidR="0008778C" w:rsidRPr="00136240" w:rsidRDefault="0008778C" w:rsidP="0008778C">
      <w:pPr>
        <w:pStyle w:val="Text1-1"/>
      </w:pPr>
      <w:r w:rsidRPr="00136240">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002B1A1C" w14:textId="447F8163"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w:t>
      </w:r>
      <w:r w:rsidR="00E111D2">
        <w:t xml:space="preserve">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č.10 této Smlouvy o dílo, pokud o něj Zhotovitel/ společníci/ poddodavatelé/ členové koncernu požádají. Osvědčení o řádném plnění veřejné zakázky bude vyhotoveno výhradně ve stejném znění platném pro všechny </w:t>
      </w:r>
      <w:r w:rsidRPr="007A4505">
        <w:lastRenderedPageBreak/>
        <w:t>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66609E6C"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w:t>
      </w:r>
      <w:r w:rsidR="00443E54">
        <w:t xml:space="preserve"> </w:t>
      </w:r>
      <w:r w:rsidRPr="00BB31AD">
        <w:t>4.</w:t>
      </w:r>
      <w:r w:rsidR="004A17ED" w:rsidRPr="00BB31AD">
        <w:t>7</w:t>
      </w:r>
      <w:r w:rsidRPr="00BB31AD">
        <w:t xml:space="preserve">.1 této Smlouvy. </w:t>
      </w:r>
    </w:p>
    <w:p w14:paraId="4925CE78" w14:textId="644F2191" w:rsidR="00DB0CD2" w:rsidRPr="00253FF6"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21C7CEC3" w14:textId="1E2A9D0C" w:rsidR="00253FF6" w:rsidRPr="00AE0550" w:rsidRDefault="00253FF6" w:rsidP="00253FF6">
      <w:pPr>
        <w:pStyle w:val="Text1-2"/>
      </w:pPr>
      <w:r w:rsidRPr="00BB31AD">
        <w:t xml:space="preserve">Zhotovitel se zavazuje, že v průběhu plnění Díla umožní v souvislosti s prováděním prací na Díle provedení </w:t>
      </w:r>
      <w:r w:rsidR="001A75AA" w:rsidRPr="001A75AA">
        <w:t>2</w:t>
      </w:r>
      <w:r w:rsidR="00B50B1D" w:rsidRPr="001A75AA">
        <w:t xml:space="preserve"> </w:t>
      </w:r>
      <w:r w:rsidRPr="001A75AA">
        <w:t>studentských exkurzí</w:t>
      </w:r>
      <w:r w:rsidRPr="00BB31AD">
        <w:t>,</w:t>
      </w:r>
      <w:r>
        <w:t xml:space="preserve"> </w:t>
      </w:r>
      <w:r w:rsidRPr="00BB31AD">
        <w:t xml:space="preserve">a to v kancelářích Zhotovitele nebo přímo na Staveništi. </w:t>
      </w:r>
      <w:r>
        <w:t>Podrobnosti k </w:t>
      </w:r>
      <w:r w:rsidRPr="002566F6">
        <w:t>provedení exkurzí jsou</w:t>
      </w:r>
      <w:r>
        <w:t xml:space="preserve"> </w:t>
      </w:r>
      <w:r w:rsidR="001A75AA">
        <w:t>uvedeny v Obchodních podmínkách.</w:t>
      </w:r>
    </w:p>
    <w:p w14:paraId="65BD147C" w14:textId="6163A497" w:rsidR="00253FF6" w:rsidRPr="00BB31AD" w:rsidRDefault="00253FF6" w:rsidP="002566F6">
      <w:pPr>
        <w:pStyle w:val="Text1-2"/>
      </w:pPr>
      <w:r w:rsidRPr="00BB31AD">
        <w:t xml:space="preserve">O provedené exkurzi je Zhotovitel povinen informovat Objednatele písemnou zprávou nejpozději do 14 dnů od konání exkurze. Zpráva musí obsahovat sdělení o škole, předmětu exkurze, čase konání a počtu účastníků.  </w:t>
      </w:r>
    </w:p>
    <w:p w14:paraId="55AF9B0C" w14:textId="4AA86936" w:rsidR="00AE0550" w:rsidRPr="00A76392" w:rsidRDefault="00AE0550" w:rsidP="00A76392">
      <w:pPr>
        <w:pStyle w:val="Text1-1"/>
      </w:pPr>
      <w:r w:rsidRPr="00A76392">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D3C2300"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p>
    <w:p w14:paraId="5717751D" w14:textId="3A0DCF53" w:rsidR="00405F42" w:rsidRPr="00405F42" w:rsidRDefault="00405F42" w:rsidP="00405F42">
      <w:pPr>
        <w:spacing w:after="120" w:line="264" w:lineRule="auto"/>
        <w:ind w:left="737"/>
        <w:jc w:val="both"/>
        <w:rPr>
          <w:sz w:val="18"/>
          <w:szCs w:val="18"/>
        </w:rPr>
      </w:pPr>
      <w:r w:rsidRPr="00405F42">
        <w:rPr>
          <w:sz w:val="18"/>
          <w:szCs w:val="18"/>
        </w:rPr>
        <w:t>4.1</w:t>
      </w:r>
      <w:r w:rsidR="004D41C5">
        <w:rPr>
          <w:sz w:val="18"/>
          <w:szCs w:val="18"/>
        </w:rPr>
        <w:t>0</w:t>
      </w:r>
      <w:r w:rsidRPr="00405F42">
        <w:rPr>
          <w:sz w:val="18"/>
          <w:szCs w:val="18"/>
        </w:rPr>
        <w:t xml:space="preserve">.1 Zhotovitel prohlašuje, že: </w:t>
      </w:r>
    </w:p>
    <w:p w14:paraId="39F4C9A1" w14:textId="13EA29A0"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w:t>
      </w:r>
      <w:r w:rsidRPr="00405F42">
        <w:rPr>
          <w:sz w:val="18"/>
          <w:szCs w:val="18"/>
        </w:rPr>
        <w:lastRenderedPageBreak/>
        <w:t xml:space="preserve">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65F01B23" w14:textId="3E7B964B" w:rsidR="00F07C15" w:rsidRPr="00F07C15" w:rsidRDefault="00405F42" w:rsidP="00F07C15">
      <w:pPr>
        <w:pStyle w:val="Text1-2"/>
      </w:pPr>
      <w:r w:rsidRPr="00405F42">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F07C15" w:rsidRPr="00F07C15">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264184C1"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že finanční prostředky ani hospodářské zdroje, které </w:t>
      </w:r>
      <w:proofErr w:type="gramStart"/>
      <w:r w:rsidRPr="00405F42">
        <w:rPr>
          <w:sz w:val="18"/>
          <w:szCs w:val="18"/>
        </w:rPr>
        <w:t>obdrží</w:t>
      </w:r>
      <w:proofErr w:type="gramEnd"/>
      <w:r w:rsidRPr="00405F42">
        <w:rPr>
          <w:sz w:val="18"/>
          <w:szCs w:val="18"/>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405F42">
        <w:rPr>
          <w:sz w:val="18"/>
          <w:szCs w:val="18"/>
        </w:rPr>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57122CDA" w14:textId="7145DE09" w:rsidR="00405F42" w:rsidRPr="00A76392" w:rsidRDefault="00405F42" w:rsidP="00A7639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w:t>
      </w:r>
      <w:r w:rsidRPr="007A4505">
        <w:lastRenderedPageBreak/>
        <w:t>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 xml:space="preserve">Jestliže smluvní strana </w:t>
      </w:r>
      <w:proofErr w:type="gramStart"/>
      <w:r>
        <w:t>označí</w:t>
      </w:r>
      <w:proofErr w:type="gramEnd"/>
      <w:r>
        <w:t xml:space="preserve">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lastRenderedPageBreak/>
        <w:t xml:space="preserve">Součást Smlouvy </w:t>
      </w:r>
      <w:proofErr w:type="gramStart"/>
      <w:r w:rsidRPr="00BB1F16">
        <w:rPr>
          <w:rStyle w:val="Tun"/>
        </w:rPr>
        <w:t>tvoří</w:t>
      </w:r>
      <w:proofErr w:type="gramEnd"/>
      <w:r w:rsidRPr="00BB1F16">
        <w:rPr>
          <w:rStyle w:val="Tun"/>
        </w:rPr>
        <w:t xml:space="preserve"> tyto přílohy:</w:t>
      </w:r>
    </w:p>
    <w:p w14:paraId="3E5A6428" w14:textId="5EDA7B45" w:rsidR="007D26F9" w:rsidRDefault="007D26F9" w:rsidP="00342DC7">
      <w:pPr>
        <w:pStyle w:val="Textbezslovn"/>
      </w:pPr>
      <w:r w:rsidRPr="00A349C6">
        <w:rPr>
          <w:b/>
        </w:rPr>
        <w:t>Příloha č. 1:</w:t>
      </w:r>
      <w:r w:rsidR="008F7242">
        <w:t xml:space="preserve"> </w:t>
      </w:r>
      <w:r w:rsidR="008F7242">
        <w:tab/>
      </w:r>
      <w:r>
        <w:t xml:space="preserve">Obchodní podmínky – </w:t>
      </w:r>
      <w:r w:rsidR="00A76392" w:rsidRPr="00A76392">
        <w:t>"</w:t>
      </w:r>
      <w:r w:rsidR="00C82267" w:rsidRPr="00C82267">
        <w:t>OP_P+R_27_23</w:t>
      </w:r>
      <w:r w:rsidR="00A76392" w:rsidRPr="00A76392">
        <w:t>"</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FB9FA73" w:rsidR="007D26F9" w:rsidRDefault="00F43D42" w:rsidP="00F43D42">
      <w:pPr>
        <w:pStyle w:val="Textbezslovn"/>
        <w:ind w:left="2127"/>
      </w:pPr>
      <w:r>
        <w:t xml:space="preserve">b) </w:t>
      </w:r>
      <w:r w:rsidR="007D26F9">
        <w:t xml:space="preserve">Všeobecné technické podmínky – </w:t>
      </w:r>
      <w:r w:rsidR="00A76392" w:rsidRPr="00A76392">
        <w:t>"</w:t>
      </w:r>
      <w:r w:rsidR="00C82267" w:rsidRPr="00C82267">
        <w:t>VTP_DOKUMENTACE_06-23</w:t>
      </w:r>
      <w:r w:rsidR="00A76392" w:rsidRPr="00A76392">
        <w:t>"</w:t>
      </w:r>
      <w:r w:rsidR="00C82267">
        <w:t xml:space="preserve"> a </w:t>
      </w:r>
      <w:r w:rsidR="00C82267" w:rsidRPr="00C82267">
        <w:t>"VTP_R_16-22"</w:t>
      </w:r>
    </w:p>
    <w:p w14:paraId="53360C92" w14:textId="668218B0" w:rsidR="007D26F9" w:rsidRDefault="00F43D42" w:rsidP="00F43D42">
      <w:pPr>
        <w:pStyle w:val="Textbezslovn"/>
        <w:ind w:left="2127"/>
      </w:pPr>
      <w:r>
        <w:t xml:space="preserve">c) </w:t>
      </w:r>
      <w:r w:rsidR="007D26F9">
        <w:t xml:space="preserve">Zvláštní technické podmínky </w:t>
      </w:r>
      <w:r w:rsidR="00A76392" w:rsidRPr="00A76392">
        <w:t>ze dne 04. 12. 2023</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27F9FD3F"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32A609EF" w14:textId="77777777" w:rsidR="00F43D42" w:rsidRDefault="00F43D42" w:rsidP="00342DC7">
      <w:pPr>
        <w:pStyle w:val="Textbezodsazen"/>
        <w:rPr>
          <w:rStyle w:val="Tun"/>
        </w:rPr>
      </w:pPr>
    </w:p>
    <w:p w14:paraId="06DABAB1" w14:textId="63C0EF63" w:rsidR="00F422D3" w:rsidRPr="00A76392"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w:t>
      </w:r>
      <w:proofErr w:type="gramStart"/>
      <w:r w:rsidRPr="00342DC7">
        <w:rPr>
          <w:highlight w:val="yellow"/>
        </w:rPr>
        <w:t>VLOŽÍ</w:t>
      </w:r>
      <w:proofErr w:type="gramEnd"/>
      <w:r w:rsidRPr="00342DC7">
        <w:rPr>
          <w:highlight w:val="yellow"/>
        </w:rPr>
        <w:t xml:space="preserve">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3617FA9C" w14:textId="77777777" w:rsidR="00A76392" w:rsidRDefault="00A76392" w:rsidP="00A76392">
      <w:pPr>
        <w:pStyle w:val="Textbezodsazen"/>
      </w:pPr>
      <w:r>
        <w:t>………………………..........………….…………</w:t>
      </w:r>
      <w:r>
        <w:tab/>
      </w:r>
      <w:r>
        <w:tab/>
      </w:r>
      <w:r>
        <w:tab/>
        <w:t>………………………….……………….</w:t>
      </w:r>
    </w:p>
    <w:p w14:paraId="50F60D2F" w14:textId="77777777" w:rsidR="00A76392" w:rsidRPr="00AD730F" w:rsidRDefault="00A76392" w:rsidP="00A76392">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w:t>
      </w:r>
      <w:proofErr w:type="gramStart"/>
      <w:r w:rsidRPr="00F43D42">
        <w:rPr>
          <w:b/>
          <w:highlight w:val="yellow"/>
        </w:rPr>
        <w:t>VLOŽÍ</w:t>
      </w:r>
      <w:proofErr w:type="gramEnd"/>
      <w:r w:rsidRPr="00F43D42">
        <w:rPr>
          <w:b/>
          <w:highlight w:val="yellow"/>
        </w:rPr>
        <w:t xml:space="preserve"> ZHOTOVITEL]“</w:t>
      </w:r>
    </w:p>
    <w:p w14:paraId="0A64AE1A" w14:textId="77777777" w:rsidR="00A76392" w:rsidRDefault="00A76392" w:rsidP="00A76392">
      <w:pPr>
        <w:spacing w:after="0"/>
        <w:rPr>
          <w:sz w:val="18"/>
          <w:szCs w:val="18"/>
        </w:rPr>
      </w:pPr>
      <w:r w:rsidRPr="00AD730F">
        <w:rPr>
          <w:sz w:val="18"/>
          <w:szCs w:val="18"/>
        </w:rPr>
        <w:t>ředitel Stavební správy západ</w:t>
      </w:r>
    </w:p>
    <w:p w14:paraId="5377CFBF" w14:textId="77777777" w:rsidR="00A76392" w:rsidRPr="00AD730F" w:rsidRDefault="00A76392" w:rsidP="00A76392">
      <w:pPr>
        <w:spacing w:after="0"/>
        <w:rPr>
          <w:sz w:val="18"/>
          <w:szCs w:val="18"/>
        </w:rPr>
      </w:pPr>
      <w:r>
        <w:rPr>
          <w:sz w:val="18"/>
          <w:szCs w:val="18"/>
        </w:rPr>
        <w:t>Správa železnic, státní organizace</w:t>
      </w:r>
    </w:p>
    <w:p w14:paraId="3669A3FC" w14:textId="77777777" w:rsidR="00A76392" w:rsidRDefault="00A76392" w:rsidP="00A76392">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3409DC">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355BE7B5" w14:textId="529FF047" w:rsidR="00A76392" w:rsidRPr="00CB4F6D" w:rsidRDefault="00A76392" w:rsidP="00A76392">
      <w:pPr>
        <w:pStyle w:val="Textbezodsazen"/>
      </w:pPr>
      <w:r w:rsidRPr="00564C5B">
        <w:t>„</w:t>
      </w:r>
      <w:r w:rsidR="00C82267" w:rsidRPr="00C82267">
        <w:t>OP_P+R_27_23</w:t>
      </w:r>
      <w:r w:rsidRPr="00564C5B">
        <w:t>“</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3409DC">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3331D2DC" w:rsidR="00342DC7" w:rsidRPr="00AE4B52" w:rsidRDefault="00342DC7" w:rsidP="00342DC7">
      <w:pPr>
        <w:pStyle w:val="Odstavec1-1a"/>
        <w:rPr>
          <w:rStyle w:val="Tun"/>
        </w:rPr>
      </w:pPr>
      <w:r w:rsidRPr="00AE4B52">
        <w:rPr>
          <w:rStyle w:val="Tun"/>
        </w:rPr>
        <w:t xml:space="preserve">Všeobecné technické podmínky </w:t>
      </w:r>
      <w:r w:rsidR="00C82267" w:rsidRPr="00C82267">
        <w:rPr>
          <w:rStyle w:val="Tun"/>
        </w:rPr>
        <w:t>"VTP_DOKUMENTACE_06-23" a "VTP_R_16-22"</w:t>
      </w:r>
    </w:p>
    <w:p w14:paraId="13B99178" w14:textId="220EA7C4" w:rsidR="00342DC7" w:rsidRPr="00AE4B52" w:rsidRDefault="00342DC7" w:rsidP="00342DC7">
      <w:pPr>
        <w:pStyle w:val="Odstavec1-1a"/>
        <w:rPr>
          <w:rStyle w:val="Tun"/>
        </w:rPr>
      </w:pPr>
      <w:r w:rsidRPr="00AE4B52">
        <w:rPr>
          <w:rStyle w:val="Tun"/>
        </w:rPr>
        <w:t xml:space="preserve">Zvláštní technické podmínky </w:t>
      </w:r>
      <w:r w:rsidR="00A76392">
        <w:rPr>
          <w:rStyle w:val="Tun"/>
        </w:rPr>
        <w:t>ze dne 0</w:t>
      </w:r>
      <w:r w:rsidR="0006710F">
        <w:rPr>
          <w:rStyle w:val="Tun"/>
        </w:rPr>
        <w:t>9</w:t>
      </w:r>
      <w:r w:rsidR="00A76392">
        <w:rPr>
          <w:rStyle w:val="Tun"/>
        </w:rPr>
        <w:t xml:space="preserve">. </w:t>
      </w:r>
      <w:r w:rsidR="0006710F">
        <w:rPr>
          <w:rStyle w:val="Tun"/>
        </w:rPr>
        <w:t>0</w:t>
      </w:r>
      <w:r w:rsidR="00A76392">
        <w:rPr>
          <w:rStyle w:val="Tun"/>
        </w:rPr>
        <w:t>1. 202</w:t>
      </w:r>
      <w:r w:rsidR="0006710F">
        <w:rPr>
          <w:rStyle w:val="Tun"/>
        </w:rPr>
        <w:t>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3409DC">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50E1BC2D" w:rsidR="001F518E" w:rsidRDefault="0006710F" w:rsidP="00AE4B52">
      <w:pPr>
        <w:pStyle w:val="Textbezodsazen"/>
      </w:pPr>
      <w:r>
        <w:t>Schvalovací protokol – posuzovací část ze dne 13.12.2023</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3409DC">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4A802B5F" w14:textId="77777777" w:rsidR="00A76392" w:rsidRPr="00F00153" w:rsidRDefault="00A76392" w:rsidP="00A76392">
      <w:pPr>
        <w:spacing w:after="120" w:line="264" w:lineRule="auto"/>
        <w:jc w:val="both"/>
        <w:rPr>
          <w:b/>
          <w:sz w:val="18"/>
          <w:szCs w:val="18"/>
        </w:rPr>
      </w:pPr>
      <w:r w:rsidRPr="00F00153">
        <w:rPr>
          <w:b/>
          <w:sz w:val="18"/>
          <w:szCs w:val="18"/>
        </w:rPr>
        <w:t>Rekapitulace Ceny Díla na cenu za zpracování Projektové dokumentace, cenu za výkon autorského dozoru (AD) a cenu za zhotovení stavby (RS) dle stavebních objektů (SO)</w:t>
      </w:r>
      <w:r>
        <w:rPr>
          <w:b/>
          <w:sz w:val="18"/>
          <w:szCs w:val="18"/>
        </w:rPr>
        <w:t xml:space="preserve">, </w:t>
      </w:r>
      <w:r w:rsidRPr="00F00153">
        <w:rPr>
          <w:b/>
          <w:sz w:val="18"/>
          <w:szCs w:val="18"/>
        </w:rPr>
        <w:t>provozních souborů (PS) a všeobecného objektu.</w:t>
      </w:r>
    </w:p>
    <w:p w14:paraId="320CC862" w14:textId="3BF8F00F" w:rsidR="00A76392" w:rsidRPr="006A698D" w:rsidRDefault="00A76392" w:rsidP="00A76392">
      <w:pPr>
        <w:spacing w:after="120" w:line="264" w:lineRule="auto"/>
        <w:jc w:val="both"/>
        <w:rPr>
          <w:sz w:val="18"/>
          <w:szCs w:val="18"/>
        </w:rPr>
      </w:pPr>
      <w:r w:rsidRPr="00F00153">
        <w:rPr>
          <w:sz w:val="18"/>
          <w:szCs w:val="18"/>
        </w:rPr>
        <w:t xml:space="preserve">Do přílohy Smlouvy bude vložena tabulka Rekapitulace Ceny </w:t>
      </w:r>
      <w:r w:rsidRPr="006A698D">
        <w:rPr>
          <w:sz w:val="18"/>
          <w:szCs w:val="18"/>
        </w:rPr>
        <w:t xml:space="preserve">Díla předložená v nabídce </w:t>
      </w:r>
      <w:r w:rsidR="00A1021F">
        <w:rPr>
          <w:sz w:val="18"/>
          <w:szCs w:val="18"/>
        </w:rPr>
        <w:t xml:space="preserve">účastníka zadávacího řízení </w:t>
      </w:r>
      <w:r w:rsidRPr="006A698D">
        <w:rPr>
          <w:sz w:val="18"/>
          <w:szCs w:val="18"/>
        </w:rPr>
        <w:t>podle požadavku zadavatele stanoveného v článku 12 Výzvy.</w:t>
      </w:r>
    </w:p>
    <w:p w14:paraId="2F702E85" w14:textId="6E4DCCEC" w:rsidR="00A76392" w:rsidRPr="00F72C9F" w:rsidRDefault="00A76392" w:rsidP="00A76392">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r w:rsidRPr="00EB1E23">
        <w:rPr>
          <w:sz w:val="18"/>
          <w:szCs w:val="18"/>
          <w:highlight w:val="yellow"/>
        </w:rPr>
        <w:t xml:space="preserve"> </w:t>
      </w:r>
      <w:proofErr w:type="gramStart"/>
      <w:r w:rsidRPr="006A698D">
        <w:rPr>
          <w:sz w:val="18"/>
          <w:szCs w:val="18"/>
          <w:highlight w:val="yellow"/>
        </w:rPr>
        <w:t>VLOŽÍ</w:t>
      </w:r>
      <w:proofErr w:type="gramEnd"/>
      <w:r w:rsidRPr="006A698D">
        <w:rPr>
          <w:sz w:val="18"/>
          <w:szCs w:val="18"/>
          <w:highlight w:val="yellow"/>
        </w:rPr>
        <w:t xml:space="preserve"> ZHOTOVITEL</w:t>
      </w:r>
      <w:r>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xml:space="preserve">]" hodin. Uvedená cena za výkon autorského </w:t>
      </w:r>
      <w:r w:rsidRPr="00F72C9F">
        <w:rPr>
          <w:sz w:val="18"/>
          <w:szCs w:val="18"/>
        </w:rPr>
        <w:t>dozoru odpovídá pracnosti a rozsahu Stavby a zahrnuje veškeré náklady na činnosti související s výkonem autorského dozoru, včetně cestovních výloh, v předpokládané době realizace Stavby.</w:t>
      </w:r>
    </w:p>
    <w:p w14:paraId="7DB572C3" w14:textId="77777777" w:rsidR="00A76392" w:rsidRPr="00F72C9F" w:rsidRDefault="00A76392" w:rsidP="00A76392">
      <w:pPr>
        <w:spacing w:after="120" w:line="264" w:lineRule="auto"/>
        <w:jc w:val="both"/>
        <w:rPr>
          <w:sz w:val="18"/>
          <w:szCs w:val="18"/>
        </w:rPr>
      </w:pPr>
    </w:p>
    <w:p w14:paraId="3500A9DD" w14:textId="77777777" w:rsidR="00A76392" w:rsidRPr="00F72C9F" w:rsidRDefault="00A76392" w:rsidP="00A76392">
      <w:pPr>
        <w:keepNext/>
        <w:spacing w:before="200" w:after="120" w:line="264" w:lineRule="auto"/>
        <w:rPr>
          <w:b/>
        </w:rPr>
      </w:pPr>
      <w:r w:rsidRPr="00F72C9F">
        <w:rPr>
          <w:b/>
        </w:rPr>
        <w:t xml:space="preserve">Ceny </w:t>
      </w:r>
      <w:proofErr w:type="gramStart"/>
      <w:r w:rsidRPr="00F72C9F">
        <w:rPr>
          <w:b/>
        </w:rPr>
        <w:t>Díla - Rekapitulace</w:t>
      </w:r>
      <w:proofErr w:type="gramEnd"/>
    </w:p>
    <w:p w14:paraId="7581430C" w14:textId="77777777" w:rsidR="00A76392" w:rsidRPr="00F72C9F" w:rsidRDefault="00A76392" w:rsidP="00A76392">
      <w:pPr>
        <w:spacing w:after="120" w:line="264" w:lineRule="auto"/>
        <w:jc w:val="both"/>
        <w:rPr>
          <w:sz w:val="18"/>
          <w:szCs w:val="18"/>
        </w:rPr>
      </w:pPr>
    </w:p>
    <w:p w14:paraId="7AF6134D" w14:textId="77777777" w:rsidR="00A76392" w:rsidRPr="00F72C9F" w:rsidRDefault="00A76392" w:rsidP="00A76392">
      <w:pPr>
        <w:spacing w:after="120" w:line="264" w:lineRule="auto"/>
        <w:jc w:val="both"/>
        <w:rPr>
          <w:sz w:val="18"/>
          <w:szCs w:val="18"/>
        </w:rPr>
      </w:pPr>
      <w:r w:rsidRPr="00F72C9F">
        <w:rPr>
          <w:b/>
          <w:sz w:val="18"/>
          <w:szCs w:val="18"/>
        </w:rPr>
        <w:t>Smluvní cena celkem</w:t>
      </w:r>
      <w:r w:rsidRPr="00F72C9F">
        <w:rPr>
          <w:sz w:val="18"/>
          <w:szCs w:val="18"/>
        </w:rPr>
        <w:t xml:space="preserve"> bez DPH ve výši </w:t>
      </w:r>
      <w:r w:rsidRPr="00F72C9F">
        <w:rPr>
          <w:b/>
          <w:sz w:val="18"/>
          <w:szCs w:val="18"/>
        </w:rPr>
        <w:t>"[</w:t>
      </w:r>
      <w:proofErr w:type="gramStart"/>
      <w:r w:rsidRPr="00F72C9F">
        <w:rPr>
          <w:b/>
          <w:sz w:val="18"/>
          <w:szCs w:val="18"/>
        </w:rPr>
        <w:t>VLOŽÍ</w:t>
      </w:r>
      <w:proofErr w:type="gramEnd"/>
      <w:r w:rsidRPr="00F72C9F">
        <w:rPr>
          <w:b/>
          <w:sz w:val="18"/>
          <w:szCs w:val="18"/>
        </w:rPr>
        <w:t xml:space="preserve"> ZHOTOVITEL]" Kč</w:t>
      </w:r>
    </w:p>
    <w:p w14:paraId="4D4F5933" w14:textId="77777777" w:rsidR="00A76392" w:rsidRPr="00F72C9F" w:rsidRDefault="00A76392" w:rsidP="00A76392">
      <w:pPr>
        <w:spacing w:after="120" w:line="264" w:lineRule="auto"/>
        <w:jc w:val="both"/>
        <w:rPr>
          <w:sz w:val="18"/>
          <w:szCs w:val="18"/>
        </w:rPr>
      </w:pPr>
      <w:r w:rsidRPr="00F72C9F">
        <w:rPr>
          <w:sz w:val="18"/>
          <w:szCs w:val="18"/>
        </w:rPr>
        <w:t>Z toho:</w:t>
      </w:r>
    </w:p>
    <w:p w14:paraId="781DC67A" w14:textId="77777777" w:rsidR="00A76392" w:rsidRPr="00F72C9F" w:rsidRDefault="00A76392" w:rsidP="00A76392">
      <w:pPr>
        <w:numPr>
          <w:ilvl w:val="0"/>
          <w:numId w:val="7"/>
        </w:numPr>
        <w:spacing w:after="80" w:line="264" w:lineRule="auto"/>
        <w:jc w:val="both"/>
        <w:rPr>
          <w:b/>
          <w:sz w:val="18"/>
          <w:szCs w:val="18"/>
        </w:rPr>
      </w:pPr>
      <w:r w:rsidRPr="00F72C9F">
        <w:rPr>
          <w:b/>
          <w:sz w:val="18"/>
          <w:szCs w:val="18"/>
        </w:rPr>
        <w:t xml:space="preserve">Smluvní cena bez DPH za Projektovou dokumentaci </w:t>
      </w:r>
      <w:r w:rsidRPr="00F72C9F">
        <w:rPr>
          <w:sz w:val="18"/>
          <w:szCs w:val="18"/>
        </w:rPr>
        <w:t>ve výši</w:t>
      </w:r>
      <w:r w:rsidRPr="00F72C9F">
        <w:rPr>
          <w:b/>
          <w:sz w:val="18"/>
          <w:szCs w:val="18"/>
        </w:rPr>
        <w:t xml:space="preserve"> "[</w:t>
      </w:r>
      <w:proofErr w:type="gramStart"/>
      <w:r w:rsidRPr="00F72C9F">
        <w:rPr>
          <w:b/>
          <w:sz w:val="18"/>
          <w:szCs w:val="18"/>
        </w:rPr>
        <w:t>VLOŽÍ</w:t>
      </w:r>
      <w:proofErr w:type="gramEnd"/>
      <w:r w:rsidRPr="00F72C9F">
        <w:rPr>
          <w:b/>
          <w:sz w:val="18"/>
          <w:szCs w:val="18"/>
        </w:rPr>
        <w:t xml:space="preserve"> ZHOTOVITEL]" Kč</w:t>
      </w:r>
    </w:p>
    <w:p w14:paraId="29542511" w14:textId="0449C47A" w:rsidR="00A76392" w:rsidRPr="00F72C9F" w:rsidRDefault="00A76392" w:rsidP="00A76392">
      <w:pPr>
        <w:numPr>
          <w:ilvl w:val="1"/>
          <w:numId w:val="5"/>
        </w:numPr>
        <w:spacing w:after="80" w:line="264" w:lineRule="auto"/>
        <w:jc w:val="both"/>
        <w:rPr>
          <w:b/>
          <w:sz w:val="18"/>
          <w:szCs w:val="18"/>
        </w:rPr>
      </w:pPr>
      <w:r w:rsidRPr="00F72C9F">
        <w:rPr>
          <w:sz w:val="18"/>
          <w:szCs w:val="18"/>
        </w:rPr>
        <w:t>z toho</w:t>
      </w:r>
      <w:r w:rsidRPr="00F72C9F">
        <w:rPr>
          <w:b/>
          <w:sz w:val="18"/>
          <w:szCs w:val="18"/>
        </w:rPr>
        <w:t xml:space="preserve"> cena za dokumentaci pro s</w:t>
      </w:r>
      <w:r w:rsidR="00B50B1D" w:rsidRPr="00F72C9F">
        <w:rPr>
          <w:b/>
          <w:sz w:val="18"/>
          <w:szCs w:val="18"/>
        </w:rPr>
        <w:t>tavební</w:t>
      </w:r>
      <w:r w:rsidRPr="00F72C9F">
        <w:rPr>
          <w:b/>
          <w:sz w:val="18"/>
          <w:szCs w:val="18"/>
        </w:rPr>
        <w:t xml:space="preserve"> povolení </w:t>
      </w:r>
      <w:r w:rsidRPr="00F72C9F">
        <w:rPr>
          <w:sz w:val="18"/>
          <w:szCs w:val="18"/>
        </w:rPr>
        <w:t>bez DPH</w:t>
      </w:r>
      <w:r w:rsidRPr="00F72C9F">
        <w:rPr>
          <w:b/>
          <w:sz w:val="18"/>
          <w:szCs w:val="18"/>
        </w:rPr>
        <w:t xml:space="preserve"> "[</w:t>
      </w:r>
      <w:proofErr w:type="gramStart"/>
      <w:r w:rsidRPr="00F72C9F">
        <w:rPr>
          <w:b/>
          <w:sz w:val="18"/>
          <w:szCs w:val="18"/>
        </w:rPr>
        <w:t>VLOŽÍ</w:t>
      </w:r>
      <w:proofErr w:type="gramEnd"/>
      <w:r w:rsidRPr="00F72C9F">
        <w:rPr>
          <w:b/>
          <w:sz w:val="18"/>
          <w:szCs w:val="18"/>
        </w:rPr>
        <w:t xml:space="preserve"> ZHOTOVITEL]" Kč</w:t>
      </w:r>
    </w:p>
    <w:p w14:paraId="1C1EC2A3" w14:textId="77777777" w:rsidR="00A76392" w:rsidRPr="00F72C9F" w:rsidRDefault="00A76392" w:rsidP="00A76392">
      <w:pPr>
        <w:numPr>
          <w:ilvl w:val="1"/>
          <w:numId w:val="5"/>
        </w:numPr>
        <w:spacing w:after="80" w:line="264" w:lineRule="auto"/>
        <w:jc w:val="both"/>
        <w:rPr>
          <w:b/>
          <w:sz w:val="18"/>
          <w:szCs w:val="18"/>
        </w:rPr>
      </w:pPr>
      <w:r w:rsidRPr="00F72C9F">
        <w:rPr>
          <w:sz w:val="18"/>
          <w:szCs w:val="18"/>
        </w:rPr>
        <w:t xml:space="preserve">z toho </w:t>
      </w:r>
      <w:r w:rsidRPr="00F72C9F">
        <w:rPr>
          <w:b/>
          <w:sz w:val="18"/>
          <w:szCs w:val="18"/>
        </w:rPr>
        <w:t xml:space="preserve">cena za projektovou dokumentaci pro provádění stavby </w:t>
      </w:r>
      <w:r w:rsidRPr="00F72C9F">
        <w:rPr>
          <w:sz w:val="18"/>
          <w:szCs w:val="18"/>
        </w:rPr>
        <w:t xml:space="preserve">bez </w:t>
      </w:r>
      <w:proofErr w:type="gramStart"/>
      <w:r w:rsidRPr="00F72C9F">
        <w:rPr>
          <w:sz w:val="18"/>
          <w:szCs w:val="18"/>
        </w:rPr>
        <w:t>DPH</w:t>
      </w:r>
      <w:r w:rsidRPr="00F72C9F">
        <w:rPr>
          <w:b/>
          <w:sz w:val="18"/>
          <w:szCs w:val="18"/>
        </w:rPr>
        <w:t xml:space="preserve">  "</w:t>
      </w:r>
      <w:proofErr w:type="gramEnd"/>
      <w:r w:rsidRPr="00F72C9F">
        <w:rPr>
          <w:b/>
          <w:sz w:val="18"/>
          <w:szCs w:val="18"/>
        </w:rPr>
        <w:t>[VLOŽÍ ZHOTOVITEL]" Kč</w:t>
      </w:r>
    </w:p>
    <w:p w14:paraId="631DA94D" w14:textId="77777777" w:rsidR="00A76392" w:rsidRPr="00F72C9F" w:rsidRDefault="00A76392" w:rsidP="00A76392">
      <w:pPr>
        <w:numPr>
          <w:ilvl w:val="0"/>
          <w:numId w:val="7"/>
        </w:numPr>
        <w:spacing w:after="80" w:line="264" w:lineRule="auto"/>
        <w:jc w:val="both"/>
        <w:rPr>
          <w:b/>
          <w:sz w:val="18"/>
          <w:szCs w:val="18"/>
        </w:rPr>
      </w:pPr>
      <w:r w:rsidRPr="00F72C9F">
        <w:rPr>
          <w:b/>
          <w:sz w:val="18"/>
          <w:szCs w:val="18"/>
        </w:rPr>
        <w:t xml:space="preserve">Smluvní cena za AD </w:t>
      </w:r>
      <w:r w:rsidRPr="00F72C9F">
        <w:rPr>
          <w:sz w:val="18"/>
          <w:szCs w:val="18"/>
        </w:rPr>
        <w:t xml:space="preserve">bez </w:t>
      </w:r>
      <w:proofErr w:type="gramStart"/>
      <w:r w:rsidRPr="00F72C9F">
        <w:rPr>
          <w:sz w:val="18"/>
          <w:szCs w:val="18"/>
        </w:rPr>
        <w:t>DPH</w:t>
      </w:r>
      <w:r w:rsidRPr="00F72C9F">
        <w:rPr>
          <w:b/>
          <w:sz w:val="18"/>
          <w:szCs w:val="18"/>
        </w:rPr>
        <w:t xml:space="preserve">  "</w:t>
      </w:r>
      <w:proofErr w:type="gramEnd"/>
      <w:r w:rsidRPr="00F72C9F">
        <w:rPr>
          <w:b/>
          <w:sz w:val="18"/>
          <w:szCs w:val="18"/>
        </w:rPr>
        <w:t xml:space="preserve">[VLOŽÍ ZHOTOVITEL]" Kč, </w:t>
      </w:r>
      <w:r w:rsidRPr="00F72C9F">
        <w:rPr>
          <w:sz w:val="18"/>
          <w:szCs w:val="18"/>
        </w:rPr>
        <w:t>tj.</w:t>
      </w:r>
      <w:r w:rsidRPr="00F72C9F">
        <w:rPr>
          <w:b/>
          <w:sz w:val="18"/>
          <w:szCs w:val="18"/>
        </w:rPr>
        <w:t xml:space="preserve"> "[VLOŽÍ ZHOTOVITEL]" Kč/hod</w:t>
      </w:r>
    </w:p>
    <w:p w14:paraId="03F4D0C2" w14:textId="77777777" w:rsidR="00A76392" w:rsidRPr="00F72C9F" w:rsidRDefault="00A76392" w:rsidP="00A76392">
      <w:pPr>
        <w:numPr>
          <w:ilvl w:val="0"/>
          <w:numId w:val="7"/>
        </w:numPr>
        <w:spacing w:after="80" w:line="264" w:lineRule="auto"/>
        <w:jc w:val="both"/>
        <w:rPr>
          <w:b/>
          <w:sz w:val="18"/>
          <w:szCs w:val="18"/>
        </w:rPr>
      </w:pPr>
      <w:r w:rsidRPr="00F72C9F">
        <w:rPr>
          <w:b/>
          <w:sz w:val="18"/>
          <w:szCs w:val="18"/>
        </w:rPr>
        <w:t xml:space="preserve">Smluvní cena za RS </w:t>
      </w:r>
      <w:r w:rsidRPr="00F72C9F">
        <w:rPr>
          <w:sz w:val="18"/>
          <w:szCs w:val="18"/>
        </w:rPr>
        <w:t xml:space="preserve">bez </w:t>
      </w:r>
      <w:proofErr w:type="gramStart"/>
      <w:r w:rsidRPr="00F72C9F">
        <w:rPr>
          <w:sz w:val="18"/>
          <w:szCs w:val="18"/>
        </w:rPr>
        <w:t>DPH</w:t>
      </w:r>
      <w:r w:rsidRPr="00F72C9F">
        <w:rPr>
          <w:b/>
          <w:sz w:val="18"/>
          <w:szCs w:val="18"/>
        </w:rPr>
        <w:t xml:space="preserve">  "</w:t>
      </w:r>
      <w:proofErr w:type="gramEnd"/>
      <w:r w:rsidRPr="00F72C9F">
        <w:rPr>
          <w:b/>
          <w:sz w:val="18"/>
          <w:szCs w:val="18"/>
        </w:rPr>
        <w:t xml:space="preserve">[VLOŽÍ ZHOTOVITEL]" Kč   </w:t>
      </w:r>
    </w:p>
    <w:p w14:paraId="4919430A" w14:textId="547B0146" w:rsidR="00B50B1D" w:rsidRPr="00F72C9F" w:rsidRDefault="00B50B1D" w:rsidP="00B50B1D">
      <w:pPr>
        <w:numPr>
          <w:ilvl w:val="0"/>
          <w:numId w:val="7"/>
        </w:numPr>
        <w:spacing w:after="80" w:line="264" w:lineRule="auto"/>
        <w:jc w:val="both"/>
        <w:rPr>
          <w:b/>
          <w:sz w:val="18"/>
          <w:szCs w:val="18"/>
        </w:rPr>
      </w:pPr>
      <w:r w:rsidRPr="00F72C9F">
        <w:rPr>
          <w:b/>
          <w:sz w:val="18"/>
          <w:szCs w:val="18"/>
        </w:rPr>
        <w:t xml:space="preserve">Všeobecný objekt </w:t>
      </w:r>
      <w:r w:rsidR="00BD5647" w:rsidRPr="00F72C9F">
        <w:rPr>
          <w:b/>
          <w:sz w:val="18"/>
          <w:szCs w:val="18"/>
        </w:rPr>
        <w:t xml:space="preserve">SO </w:t>
      </w:r>
      <w:r w:rsidRPr="00F72C9F">
        <w:rPr>
          <w:b/>
          <w:sz w:val="18"/>
          <w:szCs w:val="18"/>
        </w:rPr>
        <w:t xml:space="preserve">98-98 </w:t>
      </w:r>
      <w:r w:rsidRPr="00F72C9F">
        <w:rPr>
          <w:sz w:val="18"/>
          <w:szCs w:val="18"/>
        </w:rPr>
        <w:t xml:space="preserve">bez </w:t>
      </w:r>
      <w:proofErr w:type="gramStart"/>
      <w:r w:rsidRPr="00F72C9F">
        <w:rPr>
          <w:sz w:val="18"/>
          <w:szCs w:val="18"/>
        </w:rPr>
        <w:t>DPH</w:t>
      </w:r>
      <w:r w:rsidRPr="00F72C9F">
        <w:rPr>
          <w:b/>
          <w:sz w:val="18"/>
          <w:szCs w:val="18"/>
        </w:rPr>
        <w:t xml:space="preserve">  "</w:t>
      </w:r>
      <w:proofErr w:type="gramEnd"/>
      <w:r w:rsidRPr="00F72C9F">
        <w:rPr>
          <w:b/>
          <w:sz w:val="18"/>
          <w:szCs w:val="18"/>
        </w:rPr>
        <w:t xml:space="preserve">[VLOŽÍ ZHOTOVITEL]" Kč   </w:t>
      </w:r>
    </w:p>
    <w:p w14:paraId="66520E1C" w14:textId="692DBEB5" w:rsidR="00B50B1D" w:rsidRPr="000426D9" w:rsidRDefault="00B50B1D" w:rsidP="00B50B1D">
      <w:pPr>
        <w:spacing w:after="80" w:line="264" w:lineRule="auto"/>
        <w:ind w:left="1077"/>
        <w:jc w:val="both"/>
        <w:rPr>
          <w:b/>
          <w:sz w:val="18"/>
          <w:szCs w:val="18"/>
          <w:highlight w:val="cyan"/>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3409DC">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1831B514"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účastníka zadávacího 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3409DC">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B2FD9C0" w14:textId="77777777" w:rsidR="00A76392" w:rsidRPr="00F95FBD" w:rsidRDefault="00A76392" w:rsidP="00A76392">
      <w:pPr>
        <w:pStyle w:val="Textbezodsazen"/>
      </w:pPr>
    </w:p>
    <w:p w14:paraId="05C18381" w14:textId="77777777" w:rsidR="00A76392" w:rsidRPr="00F95FBD" w:rsidRDefault="00A76392" w:rsidP="00A7639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253FF6" w:rsidRPr="00F95FBD" w14:paraId="52D1D2E6" w14:textId="77777777" w:rsidTr="00253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9" w:type="dxa"/>
          </w:tcPr>
          <w:p w14:paraId="6BDE9CCA" w14:textId="77777777" w:rsidR="00253FF6" w:rsidRPr="00F95FBD" w:rsidRDefault="00253FF6" w:rsidP="00253FF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6069" w:type="dxa"/>
          </w:tcPr>
          <w:p w14:paraId="09B7C931" w14:textId="600AD1CD" w:rsidR="00253FF6" w:rsidRPr="0019201E" w:rsidRDefault="00EB7506" w:rsidP="00253FF6">
            <w:pPr>
              <w:pStyle w:val="Tabulka"/>
              <w:cnfStyle w:val="100000000000" w:firstRow="1" w:lastRow="0" w:firstColumn="0" w:lastColumn="0" w:oddVBand="0" w:evenVBand="0" w:oddHBand="0" w:evenHBand="0" w:firstRowFirstColumn="0" w:firstRowLastColumn="0" w:lastRowFirstColumn="0" w:lastRowLastColumn="0"/>
            </w:pPr>
            <w:r>
              <w:t>David Lašek, DiS.</w:t>
            </w:r>
          </w:p>
        </w:tc>
      </w:tr>
      <w:tr w:rsidR="00253FF6" w:rsidRPr="00F95FBD" w14:paraId="7E0679BA" w14:textId="77777777" w:rsidTr="00253FF6">
        <w:tc>
          <w:tcPr>
            <w:cnfStyle w:val="001000000000" w:firstRow="0" w:lastRow="0" w:firstColumn="1" w:lastColumn="0" w:oddVBand="0" w:evenVBand="0" w:oddHBand="0" w:evenHBand="0" w:firstRowFirstColumn="0" w:firstRowLastColumn="0" w:lastRowFirstColumn="0" w:lastRowLastColumn="0"/>
            <w:tcW w:w="2799" w:type="dxa"/>
          </w:tcPr>
          <w:p w14:paraId="5694A967" w14:textId="77777777" w:rsidR="00253FF6" w:rsidRPr="00F95FBD" w:rsidRDefault="00253FF6" w:rsidP="00253FF6">
            <w:pPr>
              <w:pStyle w:val="Tabulka"/>
              <w:rPr>
                <w:rStyle w:val="Nadpisvtabulce"/>
                <w:b w:val="0"/>
              </w:rPr>
            </w:pPr>
            <w:r>
              <w:rPr>
                <w:rStyle w:val="Nadpisvtabulce"/>
                <w:b w:val="0"/>
              </w:rPr>
              <w:t>Adresa</w:t>
            </w:r>
          </w:p>
        </w:tc>
        <w:tc>
          <w:tcPr>
            <w:tcW w:w="6069" w:type="dxa"/>
          </w:tcPr>
          <w:p w14:paraId="082F2CE1" w14:textId="77777777" w:rsidR="00D92BC2" w:rsidRDefault="00D92BC2" w:rsidP="00D92BC2">
            <w:pPr>
              <w:pStyle w:val="Tabulka"/>
              <w:cnfStyle w:val="000000000000" w:firstRow="0" w:lastRow="0" w:firstColumn="0" w:lastColumn="0" w:oddVBand="0" w:evenVBand="0" w:oddHBand="0" w:evenHBand="0" w:firstRowFirstColumn="0" w:firstRowLastColumn="0" w:lastRowFirstColumn="0" w:lastRowLastColumn="0"/>
            </w:pPr>
            <w:r>
              <w:t>Ke Štvanici 656/3, 186 00 Praha 8 - Karlín</w:t>
            </w:r>
          </w:p>
          <w:p w14:paraId="31C4B033" w14:textId="14D96B90" w:rsidR="00253FF6" w:rsidRPr="0019201E" w:rsidRDefault="00D92BC2" w:rsidP="00D92BC2">
            <w:pPr>
              <w:pStyle w:val="Tabulka"/>
              <w:cnfStyle w:val="000000000000" w:firstRow="0" w:lastRow="0" w:firstColumn="0" w:lastColumn="0" w:oddVBand="0" w:evenVBand="0" w:oddHBand="0" w:evenHBand="0" w:firstRowFirstColumn="0" w:firstRowLastColumn="0" w:lastRowFirstColumn="0" w:lastRowLastColumn="0"/>
            </w:pPr>
            <w:r>
              <w:t>Pracoviště: Sušická 1105/25, 326 00 Plzeň</w:t>
            </w:r>
          </w:p>
        </w:tc>
      </w:tr>
      <w:tr w:rsidR="00253FF6" w:rsidRPr="00F95FBD" w14:paraId="4D69BCE2" w14:textId="77777777" w:rsidTr="00253FF6">
        <w:tc>
          <w:tcPr>
            <w:cnfStyle w:val="001000000000" w:firstRow="0" w:lastRow="0" w:firstColumn="1" w:lastColumn="0" w:oddVBand="0" w:evenVBand="0" w:oddHBand="0" w:evenHBand="0" w:firstRowFirstColumn="0" w:firstRowLastColumn="0" w:lastRowFirstColumn="0" w:lastRowLastColumn="0"/>
            <w:tcW w:w="2799" w:type="dxa"/>
          </w:tcPr>
          <w:p w14:paraId="5978C27D" w14:textId="77777777" w:rsidR="00253FF6" w:rsidRPr="00F95FBD" w:rsidRDefault="00253FF6" w:rsidP="00253FF6">
            <w:pPr>
              <w:pStyle w:val="Tabulka"/>
            </w:pPr>
            <w:r w:rsidRPr="00F95FBD">
              <w:t>E-mail</w:t>
            </w:r>
          </w:p>
        </w:tc>
        <w:tc>
          <w:tcPr>
            <w:tcW w:w="6069" w:type="dxa"/>
          </w:tcPr>
          <w:p w14:paraId="15120429" w14:textId="797FB0B6" w:rsidR="00253FF6" w:rsidRPr="0019201E" w:rsidRDefault="00EB7506" w:rsidP="00EB7506">
            <w:pPr>
              <w:pStyle w:val="Tabulka"/>
              <w:cnfStyle w:val="000000000000" w:firstRow="0" w:lastRow="0" w:firstColumn="0" w:lastColumn="0" w:oddVBand="0" w:evenVBand="0" w:oddHBand="0" w:evenHBand="0" w:firstRowFirstColumn="0" w:firstRowLastColumn="0" w:lastRowFirstColumn="0" w:lastRowLastColumn="0"/>
            </w:pPr>
            <w:r>
              <w:t>LasekD</w:t>
            </w:r>
            <w:r w:rsidRPr="00EB7506">
              <w:t>@spravazeleznic.cz</w:t>
            </w:r>
          </w:p>
        </w:tc>
      </w:tr>
      <w:tr w:rsidR="00253FF6" w:rsidRPr="00F95FBD" w14:paraId="58376A81" w14:textId="77777777" w:rsidTr="00253FF6">
        <w:tc>
          <w:tcPr>
            <w:cnfStyle w:val="001000000000" w:firstRow="0" w:lastRow="0" w:firstColumn="1" w:lastColumn="0" w:oddVBand="0" w:evenVBand="0" w:oddHBand="0" w:evenHBand="0" w:firstRowFirstColumn="0" w:firstRowLastColumn="0" w:lastRowFirstColumn="0" w:lastRowLastColumn="0"/>
            <w:tcW w:w="2799" w:type="dxa"/>
          </w:tcPr>
          <w:p w14:paraId="6C800BE1" w14:textId="77777777" w:rsidR="00253FF6" w:rsidRPr="00F95FBD" w:rsidRDefault="00253FF6" w:rsidP="00253FF6">
            <w:pPr>
              <w:pStyle w:val="Tabulka"/>
            </w:pPr>
            <w:r w:rsidRPr="00F95FBD">
              <w:t>Telefon</w:t>
            </w:r>
          </w:p>
        </w:tc>
        <w:tc>
          <w:tcPr>
            <w:tcW w:w="6069" w:type="dxa"/>
          </w:tcPr>
          <w:p w14:paraId="128F7981" w14:textId="21B1A453" w:rsidR="00253FF6" w:rsidRPr="00F553D1" w:rsidRDefault="00EB7506" w:rsidP="00EB7506">
            <w:pPr>
              <w:pStyle w:val="Tabulka"/>
              <w:cnfStyle w:val="000000000000" w:firstRow="0" w:lastRow="0" w:firstColumn="0" w:lastColumn="0" w:oddVBand="0" w:evenVBand="0" w:oddHBand="0" w:evenHBand="0" w:firstRowFirstColumn="0" w:firstRowLastColumn="0" w:lastRowFirstColumn="0" w:lastRowLastColumn="0"/>
            </w:pPr>
            <w:r w:rsidRPr="00EB7506">
              <w:t>+420 72</w:t>
            </w:r>
            <w:r>
              <w:t>2</w:t>
            </w:r>
            <w:r w:rsidRPr="00EB7506">
              <w:t xml:space="preserve"> </w:t>
            </w:r>
            <w:r>
              <w:t>989 220</w:t>
            </w:r>
          </w:p>
        </w:tc>
      </w:tr>
    </w:tbl>
    <w:p w14:paraId="60FDCCCC" w14:textId="77777777" w:rsidR="00A76392" w:rsidRPr="00F95FBD" w:rsidRDefault="00A76392" w:rsidP="00A76392">
      <w:pPr>
        <w:pStyle w:val="Textbezodsazen"/>
      </w:pPr>
    </w:p>
    <w:p w14:paraId="03A6AA92" w14:textId="77777777" w:rsidR="00A76392" w:rsidRPr="00F95FBD" w:rsidRDefault="00A76392" w:rsidP="00A76392">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796"/>
        <w:gridCol w:w="6072"/>
      </w:tblGrid>
      <w:tr w:rsidR="00253FF6" w:rsidRPr="00F95FBD" w14:paraId="67A57906" w14:textId="77777777" w:rsidTr="00253F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14:paraId="2BEA4B34" w14:textId="77777777" w:rsidR="00253FF6" w:rsidRPr="00F95FBD" w:rsidRDefault="00253FF6" w:rsidP="00253FF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6072" w:type="dxa"/>
          </w:tcPr>
          <w:p w14:paraId="2E8FF1F4" w14:textId="62E8F16A" w:rsidR="00253FF6" w:rsidRPr="00BC544D" w:rsidRDefault="00EB7506" w:rsidP="00253FF6">
            <w:pPr>
              <w:pStyle w:val="Tabulka"/>
              <w:cnfStyle w:val="100000000000" w:firstRow="1" w:lastRow="0" w:firstColumn="0" w:lastColumn="0" w:oddVBand="0" w:evenVBand="0" w:oddHBand="0" w:evenHBand="0" w:firstRowFirstColumn="0" w:firstRowLastColumn="0" w:lastRowFirstColumn="0" w:lastRowLastColumn="0"/>
            </w:pPr>
            <w:r>
              <w:t>Libor Blaha</w:t>
            </w:r>
          </w:p>
        </w:tc>
      </w:tr>
      <w:tr w:rsidR="00253FF6" w:rsidRPr="00F95FBD" w14:paraId="3A3D8656" w14:textId="77777777" w:rsidTr="00253FF6">
        <w:tc>
          <w:tcPr>
            <w:cnfStyle w:val="001000000000" w:firstRow="0" w:lastRow="0" w:firstColumn="1" w:lastColumn="0" w:oddVBand="0" w:evenVBand="0" w:oddHBand="0" w:evenHBand="0" w:firstRowFirstColumn="0" w:firstRowLastColumn="0" w:lastRowFirstColumn="0" w:lastRowLastColumn="0"/>
            <w:tcW w:w="2796" w:type="dxa"/>
          </w:tcPr>
          <w:p w14:paraId="5220BD8F" w14:textId="77777777" w:rsidR="00253FF6" w:rsidRPr="00F95FBD" w:rsidRDefault="00253FF6" w:rsidP="00253FF6">
            <w:pPr>
              <w:pStyle w:val="Tabulka"/>
              <w:rPr>
                <w:rStyle w:val="Nadpisvtabulce"/>
                <w:b w:val="0"/>
              </w:rPr>
            </w:pPr>
            <w:r>
              <w:rPr>
                <w:rStyle w:val="Nadpisvtabulce"/>
                <w:b w:val="0"/>
              </w:rPr>
              <w:t>Adresa</w:t>
            </w:r>
          </w:p>
        </w:tc>
        <w:tc>
          <w:tcPr>
            <w:tcW w:w="6072" w:type="dxa"/>
          </w:tcPr>
          <w:p w14:paraId="3C1960A1" w14:textId="77777777" w:rsidR="00D10A7E" w:rsidRDefault="00D10A7E" w:rsidP="00D10A7E">
            <w:pPr>
              <w:pStyle w:val="Tabulka"/>
              <w:cnfStyle w:val="000000000000" w:firstRow="0" w:lastRow="0" w:firstColumn="0" w:lastColumn="0" w:oddVBand="0" w:evenVBand="0" w:oddHBand="0" w:evenHBand="0" w:firstRowFirstColumn="0" w:firstRowLastColumn="0" w:lastRowFirstColumn="0" w:lastRowLastColumn="0"/>
            </w:pPr>
            <w:r>
              <w:t>Ke Štvanici 656/3, 186 00 Praha 8 - Karlín</w:t>
            </w:r>
          </w:p>
          <w:p w14:paraId="70FA26CE" w14:textId="2F721F47" w:rsidR="00253FF6" w:rsidRPr="00BC544D" w:rsidRDefault="00D10A7E" w:rsidP="00D10A7E">
            <w:pPr>
              <w:pStyle w:val="Tabulka"/>
              <w:cnfStyle w:val="000000000000" w:firstRow="0" w:lastRow="0" w:firstColumn="0" w:lastColumn="0" w:oddVBand="0" w:evenVBand="0" w:oddHBand="0" w:evenHBand="0" w:firstRowFirstColumn="0" w:firstRowLastColumn="0" w:lastRowFirstColumn="0" w:lastRowLastColumn="0"/>
            </w:pPr>
            <w:r>
              <w:t xml:space="preserve">Pracoviště: </w:t>
            </w:r>
            <w:r w:rsidRPr="00D10A7E">
              <w:t>Purkyňova 1017/22</w:t>
            </w:r>
            <w:r>
              <w:t>, 301 00 Plzeň</w:t>
            </w:r>
          </w:p>
        </w:tc>
      </w:tr>
      <w:tr w:rsidR="00253FF6" w:rsidRPr="00F95FBD" w14:paraId="768301F7" w14:textId="77777777" w:rsidTr="00253FF6">
        <w:tc>
          <w:tcPr>
            <w:cnfStyle w:val="001000000000" w:firstRow="0" w:lastRow="0" w:firstColumn="1" w:lastColumn="0" w:oddVBand="0" w:evenVBand="0" w:oddHBand="0" w:evenHBand="0" w:firstRowFirstColumn="0" w:firstRowLastColumn="0" w:lastRowFirstColumn="0" w:lastRowLastColumn="0"/>
            <w:tcW w:w="2796" w:type="dxa"/>
          </w:tcPr>
          <w:p w14:paraId="655763D0" w14:textId="77777777" w:rsidR="00253FF6" w:rsidRPr="00F95FBD" w:rsidRDefault="00253FF6" w:rsidP="00253FF6">
            <w:pPr>
              <w:pStyle w:val="Tabulka"/>
            </w:pPr>
            <w:r w:rsidRPr="00F95FBD">
              <w:t>E-mail</w:t>
            </w:r>
          </w:p>
        </w:tc>
        <w:tc>
          <w:tcPr>
            <w:tcW w:w="6072" w:type="dxa"/>
          </w:tcPr>
          <w:p w14:paraId="3A06E4F3" w14:textId="77B9D604" w:rsidR="00253FF6" w:rsidRPr="00BC544D" w:rsidRDefault="00EB7506" w:rsidP="00253FF6">
            <w:pPr>
              <w:pStyle w:val="Tabulka"/>
              <w:cnfStyle w:val="000000000000" w:firstRow="0" w:lastRow="0" w:firstColumn="0" w:lastColumn="0" w:oddVBand="0" w:evenVBand="0" w:oddHBand="0" w:evenHBand="0" w:firstRowFirstColumn="0" w:firstRowLastColumn="0" w:lastRowFirstColumn="0" w:lastRowLastColumn="0"/>
            </w:pPr>
            <w:r w:rsidRPr="00EB7506">
              <w:t>BlahaLibo@spravazeleznic.cz</w:t>
            </w:r>
          </w:p>
        </w:tc>
      </w:tr>
      <w:tr w:rsidR="00253FF6" w:rsidRPr="00F95FBD" w14:paraId="10770965" w14:textId="77777777" w:rsidTr="00253FF6">
        <w:trPr>
          <w:trHeight w:val="41"/>
        </w:trPr>
        <w:tc>
          <w:tcPr>
            <w:cnfStyle w:val="001000000000" w:firstRow="0" w:lastRow="0" w:firstColumn="1" w:lastColumn="0" w:oddVBand="0" w:evenVBand="0" w:oddHBand="0" w:evenHBand="0" w:firstRowFirstColumn="0" w:firstRowLastColumn="0" w:lastRowFirstColumn="0" w:lastRowLastColumn="0"/>
            <w:tcW w:w="2796" w:type="dxa"/>
          </w:tcPr>
          <w:p w14:paraId="1AEF5758" w14:textId="77777777" w:rsidR="00253FF6" w:rsidRPr="00F95FBD" w:rsidRDefault="00253FF6" w:rsidP="00253FF6">
            <w:pPr>
              <w:pStyle w:val="Tabulka"/>
            </w:pPr>
            <w:r w:rsidRPr="00F95FBD">
              <w:t>Telefon</w:t>
            </w:r>
          </w:p>
        </w:tc>
        <w:tc>
          <w:tcPr>
            <w:tcW w:w="6072" w:type="dxa"/>
          </w:tcPr>
          <w:p w14:paraId="0BD4FF35" w14:textId="5AA835DD" w:rsidR="00253FF6" w:rsidRPr="001F518E" w:rsidRDefault="00EB7506" w:rsidP="00253F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B7506">
              <w:t>+420 724 885 439</w:t>
            </w:r>
          </w:p>
        </w:tc>
      </w:tr>
    </w:tbl>
    <w:p w14:paraId="41B0285B" w14:textId="77777777" w:rsidR="00A76392" w:rsidRPr="00F95FBD" w:rsidRDefault="00A76392" w:rsidP="00A76392">
      <w:pPr>
        <w:pStyle w:val="Textbezodsazen"/>
      </w:pPr>
    </w:p>
    <w:p w14:paraId="1E08FB89" w14:textId="77777777" w:rsidR="00A76392" w:rsidRPr="000C2B01" w:rsidRDefault="00A76392" w:rsidP="00A76392">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697"/>
        <w:gridCol w:w="6171"/>
      </w:tblGrid>
      <w:tr w:rsidR="00A76392" w:rsidRPr="000C2B01" w14:paraId="2D7CDABF"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9A66D64" w14:textId="77777777" w:rsidR="00A76392" w:rsidRPr="000C2B01" w:rsidRDefault="00A76392" w:rsidP="007131E1">
            <w:pPr>
              <w:pStyle w:val="Tabulka"/>
              <w:rPr>
                <w:rStyle w:val="Nadpisvtabulce"/>
                <w:b w:val="0"/>
              </w:rPr>
            </w:pPr>
            <w:r w:rsidRPr="000C2B01">
              <w:rPr>
                <w:rStyle w:val="Nadpisvtabulce"/>
                <w:b w:val="0"/>
              </w:rPr>
              <w:t>Jméno a příjmení</w:t>
            </w:r>
          </w:p>
        </w:tc>
        <w:tc>
          <w:tcPr>
            <w:tcW w:w="0" w:type="dxa"/>
            <w:vAlign w:val="top"/>
          </w:tcPr>
          <w:p w14:paraId="60BF7F20" w14:textId="77777777" w:rsidR="00A76392" w:rsidRPr="00F72C9F" w:rsidRDefault="00A76392" w:rsidP="007131E1">
            <w:pPr>
              <w:pStyle w:val="Tabulka"/>
              <w:cnfStyle w:val="100000000000" w:firstRow="1" w:lastRow="0" w:firstColumn="0" w:lastColumn="0" w:oddVBand="0" w:evenVBand="0" w:oddHBand="0" w:evenHBand="0" w:firstRowFirstColumn="0" w:firstRowLastColumn="0" w:lastRowFirstColumn="0" w:lastRowLastColumn="0"/>
            </w:pPr>
            <w:r w:rsidRPr="00F72C9F">
              <w:t>Nikolas Nitran</w:t>
            </w:r>
          </w:p>
        </w:tc>
      </w:tr>
      <w:tr w:rsidR="00A76392" w:rsidRPr="000C2B01" w14:paraId="290B8F67"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9E0AF59" w14:textId="77777777" w:rsidR="00A76392" w:rsidRPr="000C2B01" w:rsidRDefault="00A76392" w:rsidP="007131E1">
            <w:pPr>
              <w:pStyle w:val="Tabulka"/>
              <w:rPr>
                <w:rStyle w:val="Nadpisvtabulce"/>
                <w:b w:val="0"/>
              </w:rPr>
            </w:pPr>
            <w:r>
              <w:rPr>
                <w:rStyle w:val="Nadpisvtabulce"/>
                <w:b w:val="0"/>
              </w:rPr>
              <w:t>Adresa</w:t>
            </w:r>
          </w:p>
        </w:tc>
        <w:tc>
          <w:tcPr>
            <w:tcW w:w="0" w:type="dxa"/>
            <w:vAlign w:val="top"/>
          </w:tcPr>
          <w:p w14:paraId="2BB3BAA1" w14:textId="77777777" w:rsidR="00A76392" w:rsidRPr="00F72C9F"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72C9F">
              <w:t>Ke Štvanici 656/3, 186 00 Praha 8 - Karlín</w:t>
            </w:r>
          </w:p>
        </w:tc>
      </w:tr>
      <w:tr w:rsidR="00A76392" w:rsidRPr="000C2B01" w14:paraId="497D718E"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3B891EE3" w14:textId="77777777" w:rsidR="00A76392" w:rsidRPr="000C2B01" w:rsidRDefault="00A76392" w:rsidP="007131E1">
            <w:pPr>
              <w:pStyle w:val="Tabulka"/>
            </w:pPr>
            <w:r w:rsidRPr="000C2B01">
              <w:t>E-mail</w:t>
            </w:r>
          </w:p>
        </w:tc>
        <w:tc>
          <w:tcPr>
            <w:tcW w:w="0" w:type="dxa"/>
            <w:vAlign w:val="top"/>
          </w:tcPr>
          <w:p w14:paraId="1672B459" w14:textId="77777777" w:rsidR="00A76392" w:rsidRPr="00F72C9F"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72C9F">
              <w:t>Nitran@spravazeleznic.cz</w:t>
            </w:r>
          </w:p>
        </w:tc>
      </w:tr>
      <w:tr w:rsidR="00A76392" w:rsidRPr="000C2B01" w14:paraId="1DEEC2DC"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6C7A2967" w14:textId="77777777" w:rsidR="00A76392" w:rsidRPr="000C2B01" w:rsidRDefault="00A76392" w:rsidP="007131E1">
            <w:pPr>
              <w:pStyle w:val="Tabulka"/>
            </w:pPr>
            <w:r w:rsidRPr="000C2B01">
              <w:t>Telefon</w:t>
            </w:r>
          </w:p>
        </w:tc>
        <w:tc>
          <w:tcPr>
            <w:tcW w:w="0" w:type="dxa"/>
            <w:vAlign w:val="top"/>
          </w:tcPr>
          <w:p w14:paraId="259345F0" w14:textId="77777777" w:rsidR="00A76392" w:rsidRPr="00F72C9F"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72C9F">
              <w:t>724 863 591</w:t>
            </w:r>
          </w:p>
        </w:tc>
      </w:tr>
    </w:tbl>
    <w:p w14:paraId="6BB62E03" w14:textId="77777777" w:rsidR="00A76392" w:rsidRPr="00F95FBD" w:rsidRDefault="00A76392" w:rsidP="00A76392">
      <w:pPr>
        <w:pStyle w:val="Textbezodsazen"/>
      </w:pPr>
    </w:p>
    <w:p w14:paraId="47101CDB" w14:textId="77777777" w:rsidR="00A76392" w:rsidRPr="00F95FBD" w:rsidRDefault="00A76392" w:rsidP="00A76392">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103"/>
        <w:gridCol w:w="5765"/>
      </w:tblGrid>
      <w:tr w:rsidR="00A76392" w:rsidRPr="00F95FBD" w14:paraId="315C0A4C"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02FC976"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0" w:type="dxa"/>
            <w:vAlign w:val="top"/>
          </w:tcPr>
          <w:p w14:paraId="54508DC8" w14:textId="77777777" w:rsidR="00A76392" w:rsidRPr="001F518E" w:rsidRDefault="00A76392" w:rsidP="007131E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B7769">
              <w:t>Ing. Tomáš Pils</w:t>
            </w:r>
          </w:p>
        </w:tc>
      </w:tr>
      <w:tr w:rsidR="00A76392" w:rsidRPr="00F95FBD" w14:paraId="6EDCA9D5"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3303DAE1" w14:textId="77777777" w:rsidR="00A76392" w:rsidRPr="00F95FBD" w:rsidRDefault="00A76392" w:rsidP="007131E1">
            <w:pPr>
              <w:pStyle w:val="Tabulka"/>
            </w:pPr>
            <w:r w:rsidRPr="00F95FBD">
              <w:t>Adresa</w:t>
            </w:r>
          </w:p>
        </w:tc>
        <w:tc>
          <w:tcPr>
            <w:tcW w:w="0" w:type="dxa"/>
            <w:vAlign w:val="top"/>
          </w:tcPr>
          <w:p w14:paraId="35F0B857"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Ke Štvanici 656/3, 186 00 Praha 8 - Karlín</w:t>
            </w:r>
          </w:p>
        </w:tc>
      </w:tr>
      <w:tr w:rsidR="00A76392" w:rsidRPr="00F95FBD" w14:paraId="42D9350C"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26C547B" w14:textId="77777777" w:rsidR="00A76392" w:rsidRPr="00F95FBD" w:rsidRDefault="00A76392" w:rsidP="007131E1">
            <w:pPr>
              <w:pStyle w:val="Tabulka"/>
            </w:pPr>
            <w:r w:rsidRPr="00F95FBD">
              <w:t>E-mail</w:t>
            </w:r>
          </w:p>
        </w:tc>
        <w:tc>
          <w:tcPr>
            <w:tcW w:w="0" w:type="dxa"/>
            <w:vAlign w:val="top"/>
          </w:tcPr>
          <w:p w14:paraId="30F1AF27"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Pils@spravazeleznic.cz</w:t>
            </w:r>
          </w:p>
        </w:tc>
      </w:tr>
      <w:tr w:rsidR="00A76392" w:rsidRPr="00F95FBD" w14:paraId="1C7C6974" w14:textId="77777777" w:rsidTr="007131E1">
        <w:tc>
          <w:tcPr>
            <w:cnfStyle w:val="001000000000" w:firstRow="0" w:lastRow="0" w:firstColumn="1" w:lastColumn="0" w:oddVBand="0" w:evenVBand="0" w:oddHBand="0" w:evenHBand="0" w:firstRowFirstColumn="0" w:firstRowLastColumn="0" w:lastRowFirstColumn="0" w:lastRowLastColumn="0"/>
            <w:tcW w:w="0" w:type="dxa"/>
          </w:tcPr>
          <w:p w14:paraId="21D4EAF2" w14:textId="77777777" w:rsidR="00A76392" w:rsidRPr="00F95FBD" w:rsidRDefault="00A76392" w:rsidP="007131E1">
            <w:pPr>
              <w:pStyle w:val="Tabulka"/>
            </w:pPr>
            <w:r w:rsidRPr="00F95FBD">
              <w:t>Telefon</w:t>
            </w:r>
          </w:p>
        </w:tc>
        <w:tc>
          <w:tcPr>
            <w:tcW w:w="0" w:type="dxa"/>
            <w:vAlign w:val="top"/>
          </w:tcPr>
          <w:p w14:paraId="00461ABD" w14:textId="77777777" w:rsidR="00A76392" w:rsidRPr="001F518E" w:rsidRDefault="00A76392" w:rsidP="007131E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7769">
              <w:t>720 067 026</w:t>
            </w:r>
          </w:p>
        </w:tc>
      </w:tr>
    </w:tbl>
    <w:p w14:paraId="6BE641BC" w14:textId="77777777" w:rsidR="00A76392" w:rsidRDefault="00A76392" w:rsidP="00A76392">
      <w:pPr>
        <w:pStyle w:val="Textbezodsazen"/>
      </w:pPr>
    </w:p>
    <w:p w14:paraId="7B74B32B" w14:textId="77777777" w:rsidR="00A76392" w:rsidRDefault="00A76392" w:rsidP="00A76392">
      <w:pPr>
        <w:pStyle w:val="Textbezodsazen"/>
      </w:pPr>
    </w:p>
    <w:p w14:paraId="470A6BC9" w14:textId="77777777" w:rsidR="00A76392" w:rsidRPr="00F95FBD" w:rsidRDefault="00A76392" w:rsidP="00A76392">
      <w:pPr>
        <w:pStyle w:val="Nadpisbezsl1-2"/>
      </w:pPr>
      <w:r>
        <w:lastRenderedPageBreak/>
        <w:t>Za Zhotovitele:</w:t>
      </w:r>
    </w:p>
    <w:p w14:paraId="75D5DEE6" w14:textId="77777777" w:rsidR="00A76392" w:rsidRPr="00F95FBD" w:rsidRDefault="00A76392" w:rsidP="00A76392">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A76392" w:rsidRPr="00F95FBD" w14:paraId="2457C5F6"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D51870" w14:textId="77777777" w:rsidR="00A76392" w:rsidRPr="00F95FBD" w:rsidRDefault="00A76392" w:rsidP="007131E1">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2175655" w14:textId="77777777" w:rsidR="00A76392" w:rsidRPr="00F95FBD" w:rsidRDefault="00A76392" w:rsidP="007131E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14026B40"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65221FE" w14:textId="77777777" w:rsidR="00A76392" w:rsidRPr="00F95FBD" w:rsidRDefault="00A76392" w:rsidP="007131E1">
            <w:pPr>
              <w:pStyle w:val="Tabulka"/>
              <w:keepNext/>
            </w:pPr>
            <w:r w:rsidRPr="00F95FBD">
              <w:t>Adresa</w:t>
            </w:r>
          </w:p>
        </w:tc>
        <w:tc>
          <w:tcPr>
            <w:tcW w:w="5812" w:type="dxa"/>
          </w:tcPr>
          <w:p w14:paraId="27EEECE2" w14:textId="77777777" w:rsidR="00A76392" w:rsidRPr="00F95FBD" w:rsidRDefault="00A76392" w:rsidP="007131E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01DC6FC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BD9453A" w14:textId="77777777" w:rsidR="00A76392" w:rsidRPr="00F95FBD" w:rsidRDefault="00A76392" w:rsidP="007131E1">
            <w:pPr>
              <w:pStyle w:val="Tabulka"/>
              <w:keepNext/>
            </w:pPr>
            <w:r w:rsidRPr="00F95FBD">
              <w:t>E-mail</w:t>
            </w:r>
          </w:p>
        </w:tc>
        <w:tc>
          <w:tcPr>
            <w:tcW w:w="5812" w:type="dxa"/>
          </w:tcPr>
          <w:p w14:paraId="194186C8" w14:textId="77777777" w:rsidR="00A76392" w:rsidRPr="00F95FBD" w:rsidRDefault="00A76392" w:rsidP="007131E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21122FDD"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00B956A7" w14:textId="77777777" w:rsidR="00A76392" w:rsidRPr="00F95FBD" w:rsidRDefault="00A76392" w:rsidP="007131E1">
            <w:pPr>
              <w:pStyle w:val="Tabulka"/>
            </w:pPr>
            <w:r w:rsidRPr="00F95FBD">
              <w:t>Telefon</w:t>
            </w:r>
          </w:p>
        </w:tc>
        <w:tc>
          <w:tcPr>
            <w:tcW w:w="5812" w:type="dxa"/>
          </w:tcPr>
          <w:p w14:paraId="613DF5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1C2F2EC" w14:textId="77777777" w:rsidR="00A76392" w:rsidRPr="00F95FBD" w:rsidRDefault="00A76392" w:rsidP="00A76392">
      <w:pPr>
        <w:pStyle w:val="Tabulka"/>
      </w:pPr>
    </w:p>
    <w:p w14:paraId="3EEE2612" w14:textId="77777777" w:rsidR="00A76392" w:rsidRPr="00F95FBD" w:rsidRDefault="00A76392" w:rsidP="00A76392">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A76392" w:rsidRPr="00F95FBD" w14:paraId="711A87A2"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374E50"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C441BB"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3A9AA8BD"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21D256DA" w14:textId="77777777" w:rsidR="00A76392" w:rsidRPr="00F95FBD" w:rsidRDefault="00A76392" w:rsidP="007131E1">
            <w:pPr>
              <w:pStyle w:val="Tabulka"/>
            </w:pPr>
            <w:r w:rsidRPr="00F95FBD">
              <w:t>Adresa</w:t>
            </w:r>
          </w:p>
        </w:tc>
        <w:tc>
          <w:tcPr>
            <w:tcW w:w="5812" w:type="dxa"/>
          </w:tcPr>
          <w:p w14:paraId="1D5AAC8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1509C55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A483CBD" w14:textId="77777777" w:rsidR="00A76392" w:rsidRPr="00F95FBD" w:rsidRDefault="00A76392" w:rsidP="007131E1">
            <w:pPr>
              <w:pStyle w:val="Tabulka"/>
            </w:pPr>
            <w:r w:rsidRPr="00F95FBD">
              <w:t>E-mail</w:t>
            </w:r>
          </w:p>
        </w:tc>
        <w:tc>
          <w:tcPr>
            <w:tcW w:w="5812" w:type="dxa"/>
          </w:tcPr>
          <w:p w14:paraId="204F15F3"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43B34F37"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2E4B868" w14:textId="77777777" w:rsidR="00A76392" w:rsidRPr="00F95FBD" w:rsidRDefault="00A76392" w:rsidP="007131E1">
            <w:pPr>
              <w:pStyle w:val="Tabulka"/>
            </w:pPr>
            <w:r w:rsidRPr="00F95FBD">
              <w:t>Telefon</w:t>
            </w:r>
          </w:p>
        </w:tc>
        <w:tc>
          <w:tcPr>
            <w:tcW w:w="5812" w:type="dxa"/>
          </w:tcPr>
          <w:p w14:paraId="0B8335CA"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0F2B9BC" w14:textId="77777777" w:rsidR="00A76392" w:rsidRPr="002A7B96" w:rsidRDefault="00A76392" w:rsidP="00A76392">
      <w:pPr>
        <w:pStyle w:val="Textbezodsazen"/>
      </w:pPr>
      <w:r w:rsidRPr="002A7B96">
        <w:t xml:space="preserve">Odborný personál Zhotovitele (na příslušné pozici člena odborného personálu může být pouze jedna fyzická osoba; toto omezení se netýká pozice </w:t>
      </w:r>
      <w:r>
        <w:t>autorizovaný</w:t>
      </w:r>
      <w:r w:rsidRPr="002A7B96">
        <w:t xml:space="preserve"> zeměměřický inženýr)</w:t>
      </w:r>
    </w:p>
    <w:p w14:paraId="0ACC4973" w14:textId="77777777" w:rsidR="00A76392" w:rsidRPr="00F95FBD" w:rsidRDefault="00A76392" w:rsidP="00A76392">
      <w:pPr>
        <w:pStyle w:val="Nadpistabulky"/>
        <w:rPr>
          <w:sz w:val="18"/>
          <w:szCs w:val="18"/>
        </w:rPr>
      </w:pPr>
      <w:r>
        <w:rPr>
          <w:sz w:val="18"/>
          <w:szCs w:val="18"/>
        </w:rPr>
        <w:t>S</w:t>
      </w:r>
      <w:r w:rsidRPr="00120086">
        <w:rPr>
          <w:sz w:val="18"/>
          <w:szCs w:val="18"/>
        </w:rPr>
        <w:t>pecialista pro projektovou dokumentaci</w:t>
      </w:r>
    </w:p>
    <w:tbl>
      <w:tblPr>
        <w:tblStyle w:val="Tabulka10"/>
        <w:tblW w:w="8868" w:type="dxa"/>
        <w:tblLook w:val="04A0" w:firstRow="1" w:lastRow="0" w:firstColumn="1" w:lastColumn="0" w:noHBand="0" w:noVBand="1"/>
      </w:tblPr>
      <w:tblGrid>
        <w:gridCol w:w="3056"/>
        <w:gridCol w:w="5812"/>
      </w:tblGrid>
      <w:tr w:rsidR="00A76392" w:rsidRPr="00F95FBD" w14:paraId="72269202"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2A86AF"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7DD379"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1B815BE9"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CBC5AC0" w14:textId="77777777" w:rsidR="00A76392" w:rsidRPr="00F95FBD" w:rsidRDefault="00A76392" w:rsidP="007131E1">
            <w:pPr>
              <w:pStyle w:val="Tabulka"/>
            </w:pPr>
            <w:r w:rsidRPr="00F95FBD">
              <w:t>Adresa</w:t>
            </w:r>
          </w:p>
        </w:tc>
        <w:tc>
          <w:tcPr>
            <w:tcW w:w="5812" w:type="dxa"/>
          </w:tcPr>
          <w:p w14:paraId="70F253A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11810E17"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CAFAC85" w14:textId="77777777" w:rsidR="00A76392" w:rsidRPr="00F95FBD" w:rsidRDefault="00A76392" w:rsidP="007131E1">
            <w:pPr>
              <w:pStyle w:val="Tabulka"/>
            </w:pPr>
            <w:r w:rsidRPr="00F95FBD">
              <w:t>E-mail</w:t>
            </w:r>
          </w:p>
        </w:tc>
        <w:tc>
          <w:tcPr>
            <w:tcW w:w="5812" w:type="dxa"/>
          </w:tcPr>
          <w:p w14:paraId="0A7A50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2601E774"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1F065396" w14:textId="77777777" w:rsidR="00A76392" w:rsidRPr="00F95FBD" w:rsidRDefault="00A76392" w:rsidP="007131E1">
            <w:pPr>
              <w:pStyle w:val="Tabulka"/>
            </w:pPr>
            <w:r w:rsidRPr="00F95FBD">
              <w:t>Telefon</w:t>
            </w:r>
          </w:p>
        </w:tc>
        <w:tc>
          <w:tcPr>
            <w:tcW w:w="5812" w:type="dxa"/>
          </w:tcPr>
          <w:p w14:paraId="50C1630E"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191F0A" w14:textId="77777777" w:rsidR="00A76392" w:rsidRPr="00F95FBD" w:rsidRDefault="00A76392" w:rsidP="00A76392">
      <w:pPr>
        <w:pStyle w:val="Tabulka"/>
      </w:pPr>
    </w:p>
    <w:p w14:paraId="08C88A91" w14:textId="77777777" w:rsidR="00A76392" w:rsidRPr="00F95FBD" w:rsidRDefault="00A76392" w:rsidP="00A76392">
      <w:pPr>
        <w:pStyle w:val="Nadpistabulky"/>
        <w:rPr>
          <w:sz w:val="18"/>
          <w:szCs w:val="18"/>
        </w:rPr>
      </w:pPr>
      <w:r>
        <w:rPr>
          <w:sz w:val="18"/>
          <w:szCs w:val="18"/>
        </w:rPr>
        <w:t>S</w:t>
      </w:r>
      <w:r w:rsidRPr="00120086">
        <w:rPr>
          <w:sz w:val="18"/>
          <w:szCs w:val="18"/>
        </w:rPr>
        <w:t>tavbyvedoucí</w:t>
      </w:r>
    </w:p>
    <w:tbl>
      <w:tblPr>
        <w:tblStyle w:val="Tabulka10"/>
        <w:tblW w:w="8868" w:type="dxa"/>
        <w:tblLook w:val="04A0" w:firstRow="1" w:lastRow="0" w:firstColumn="1" w:lastColumn="0" w:noHBand="0" w:noVBand="1"/>
      </w:tblPr>
      <w:tblGrid>
        <w:gridCol w:w="3056"/>
        <w:gridCol w:w="5812"/>
      </w:tblGrid>
      <w:tr w:rsidR="00A76392" w:rsidRPr="00F95FBD" w14:paraId="4BD2F180"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89E8A"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E66E101"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4350A50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7687AB5D" w14:textId="77777777" w:rsidR="00A76392" w:rsidRPr="00F95FBD" w:rsidRDefault="00A76392" w:rsidP="007131E1">
            <w:pPr>
              <w:pStyle w:val="Tabulka"/>
            </w:pPr>
            <w:r w:rsidRPr="00F95FBD">
              <w:t>Adresa</w:t>
            </w:r>
          </w:p>
        </w:tc>
        <w:tc>
          <w:tcPr>
            <w:tcW w:w="5812" w:type="dxa"/>
          </w:tcPr>
          <w:p w14:paraId="4DC61641"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681FF10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07D839EB" w14:textId="77777777" w:rsidR="00A76392" w:rsidRPr="00F95FBD" w:rsidRDefault="00A76392" w:rsidP="007131E1">
            <w:pPr>
              <w:pStyle w:val="Tabulka"/>
            </w:pPr>
            <w:r w:rsidRPr="00F95FBD">
              <w:t>E-mail</w:t>
            </w:r>
          </w:p>
        </w:tc>
        <w:tc>
          <w:tcPr>
            <w:tcW w:w="5812" w:type="dxa"/>
          </w:tcPr>
          <w:p w14:paraId="0D329237"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4E4000B3"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2C6EFB27" w14:textId="77777777" w:rsidR="00A76392" w:rsidRPr="00F95FBD" w:rsidRDefault="00A76392" w:rsidP="007131E1">
            <w:pPr>
              <w:pStyle w:val="Tabulka"/>
            </w:pPr>
            <w:r w:rsidRPr="00F95FBD">
              <w:t>Telefon</w:t>
            </w:r>
          </w:p>
        </w:tc>
        <w:tc>
          <w:tcPr>
            <w:tcW w:w="5812" w:type="dxa"/>
          </w:tcPr>
          <w:p w14:paraId="38A5DDF0"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67BBEE" w14:textId="77777777" w:rsidR="00A76392" w:rsidRPr="00F95FBD" w:rsidRDefault="00A76392" w:rsidP="00A76392">
      <w:pPr>
        <w:pStyle w:val="Tabulka"/>
      </w:pPr>
    </w:p>
    <w:p w14:paraId="0EA15854" w14:textId="47790FD0" w:rsidR="00A76392" w:rsidRPr="00F95FBD" w:rsidRDefault="00A76392" w:rsidP="00A76392">
      <w:pPr>
        <w:pStyle w:val="Nadpistabulky"/>
        <w:rPr>
          <w:sz w:val="18"/>
          <w:szCs w:val="18"/>
        </w:rPr>
      </w:pPr>
      <w:r>
        <w:rPr>
          <w:sz w:val="18"/>
          <w:szCs w:val="18"/>
        </w:rPr>
        <w:t>S</w:t>
      </w:r>
      <w:r w:rsidRPr="00120086">
        <w:rPr>
          <w:sz w:val="18"/>
          <w:szCs w:val="18"/>
        </w:rPr>
        <w:t xml:space="preserve">pecialista (vedoucí prací) na </w:t>
      </w:r>
      <w:r w:rsidR="00F72C9F">
        <w:rPr>
          <w:sz w:val="18"/>
          <w:szCs w:val="18"/>
        </w:rPr>
        <w:t xml:space="preserve">traťovou část vlakového </w:t>
      </w:r>
      <w:r w:rsidRPr="00120086">
        <w:rPr>
          <w:sz w:val="18"/>
          <w:szCs w:val="18"/>
        </w:rPr>
        <w:t>zabezpečovací</w:t>
      </w:r>
      <w:r w:rsidR="00F72C9F">
        <w:rPr>
          <w:sz w:val="18"/>
          <w:szCs w:val="18"/>
        </w:rPr>
        <w:t>ho</w:t>
      </w:r>
      <w:r w:rsidRPr="00120086">
        <w:rPr>
          <w:sz w:val="18"/>
          <w:szCs w:val="18"/>
        </w:rPr>
        <w:t xml:space="preserve"> zařízení</w:t>
      </w:r>
      <w:r w:rsidR="00F72C9F">
        <w:rPr>
          <w:sz w:val="18"/>
          <w:szCs w:val="18"/>
        </w:rPr>
        <w:t xml:space="preserve"> ETCS</w:t>
      </w:r>
    </w:p>
    <w:tbl>
      <w:tblPr>
        <w:tblStyle w:val="Tabulka10"/>
        <w:tblW w:w="8868" w:type="dxa"/>
        <w:tblLook w:val="04A0" w:firstRow="1" w:lastRow="0" w:firstColumn="1" w:lastColumn="0" w:noHBand="0" w:noVBand="1"/>
      </w:tblPr>
      <w:tblGrid>
        <w:gridCol w:w="3056"/>
        <w:gridCol w:w="5812"/>
      </w:tblGrid>
      <w:tr w:rsidR="00A76392" w:rsidRPr="00F95FBD" w14:paraId="428EDB1C"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65133"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92604B0"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7518A34F"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7D788EB8" w14:textId="77777777" w:rsidR="00A76392" w:rsidRPr="00F95FBD" w:rsidRDefault="00A76392" w:rsidP="007131E1">
            <w:pPr>
              <w:pStyle w:val="Tabulka"/>
            </w:pPr>
            <w:r w:rsidRPr="00F95FBD">
              <w:t>Adresa</w:t>
            </w:r>
          </w:p>
        </w:tc>
        <w:tc>
          <w:tcPr>
            <w:tcW w:w="5812" w:type="dxa"/>
          </w:tcPr>
          <w:p w14:paraId="150828F9"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5BFF2E45"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4D3DF925" w14:textId="77777777" w:rsidR="00A76392" w:rsidRPr="00F95FBD" w:rsidRDefault="00A76392" w:rsidP="007131E1">
            <w:pPr>
              <w:pStyle w:val="Tabulka"/>
            </w:pPr>
            <w:r w:rsidRPr="00F95FBD">
              <w:t>E-mail</w:t>
            </w:r>
          </w:p>
        </w:tc>
        <w:tc>
          <w:tcPr>
            <w:tcW w:w="5812" w:type="dxa"/>
          </w:tcPr>
          <w:p w14:paraId="5D8BEC90"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42A1C184"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679F04BA" w14:textId="77777777" w:rsidR="00A76392" w:rsidRPr="00F95FBD" w:rsidRDefault="00A76392" w:rsidP="007131E1">
            <w:pPr>
              <w:pStyle w:val="Tabulka"/>
            </w:pPr>
            <w:r w:rsidRPr="00F95FBD">
              <w:t>Telefon</w:t>
            </w:r>
          </w:p>
        </w:tc>
        <w:tc>
          <w:tcPr>
            <w:tcW w:w="5812" w:type="dxa"/>
          </w:tcPr>
          <w:p w14:paraId="5A85307B"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289AED5" w14:textId="77777777" w:rsidR="00A76392" w:rsidRPr="00F95FBD" w:rsidRDefault="00A76392" w:rsidP="00A76392">
      <w:pPr>
        <w:pStyle w:val="Tabulka"/>
      </w:pPr>
    </w:p>
    <w:p w14:paraId="0704FEF8" w14:textId="77777777" w:rsidR="00A76392" w:rsidRPr="00F95FBD" w:rsidRDefault="00A76392" w:rsidP="00A76392">
      <w:pPr>
        <w:pStyle w:val="Nadpistabulky"/>
        <w:rPr>
          <w:sz w:val="18"/>
          <w:szCs w:val="18"/>
        </w:rPr>
      </w:pPr>
      <w:r>
        <w:rPr>
          <w:sz w:val="18"/>
          <w:szCs w:val="18"/>
        </w:rPr>
        <w:t>O</w:t>
      </w:r>
      <w:r w:rsidRPr="00120086">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A76392" w:rsidRPr="00F95FBD" w14:paraId="31998DD5" w14:textId="77777777" w:rsidTr="00713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61E8C" w14:textId="77777777" w:rsidR="00A76392" w:rsidRPr="00F95FBD" w:rsidRDefault="00A76392" w:rsidP="007131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BED261" w14:textId="77777777" w:rsidR="00A76392" w:rsidRPr="00F95FBD" w:rsidRDefault="00A76392" w:rsidP="007131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76392" w:rsidRPr="00F95FBD" w14:paraId="15929871"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6AE2FFDD" w14:textId="77777777" w:rsidR="00A76392" w:rsidRPr="00F95FBD" w:rsidRDefault="00A76392" w:rsidP="007131E1">
            <w:pPr>
              <w:pStyle w:val="Tabulka"/>
            </w:pPr>
            <w:r w:rsidRPr="00F95FBD">
              <w:t>Adresa</w:t>
            </w:r>
          </w:p>
        </w:tc>
        <w:tc>
          <w:tcPr>
            <w:tcW w:w="5812" w:type="dxa"/>
          </w:tcPr>
          <w:p w14:paraId="217EB92C"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3F0C2ECA"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33EED728" w14:textId="77777777" w:rsidR="00A76392" w:rsidRPr="00F95FBD" w:rsidRDefault="00A76392" w:rsidP="007131E1">
            <w:pPr>
              <w:pStyle w:val="Tabulka"/>
            </w:pPr>
            <w:r w:rsidRPr="00F95FBD">
              <w:t>E-mail</w:t>
            </w:r>
          </w:p>
        </w:tc>
        <w:tc>
          <w:tcPr>
            <w:tcW w:w="5812" w:type="dxa"/>
          </w:tcPr>
          <w:p w14:paraId="6CC0E488"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76392" w:rsidRPr="00F95FBD" w14:paraId="6EBFA531" w14:textId="77777777" w:rsidTr="007131E1">
        <w:tc>
          <w:tcPr>
            <w:cnfStyle w:val="001000000000" w:firstRow="0" w:lastRow="0" w:firstColumn="1" w:lastColumn="0" w:oddVBand="0" w:evenVBand="0" w:oddHBand="0" w:evenHBand="0" w:firstRowFirstColumn="0" w:firstRowLastColumn="0" w:lastRowFirstColumn="0" w:lastRowLastColumn="0"/>
            <w:tcW w:w="3056" w:type="dxa"/>
          </w:tcPr>
          <w:p w14:paraId="516BDF1D" w14:textId="77777777" w:rsidR="00A76392" w:rsidRPr="00F95FBD" w:rsidRDefault="00A76392" w:rsidP="007131E1">
            <w:pPr>
              <w:pStyle w:val="Tabulka"/>
            </w:pPr>
            <w:r w:rsidRPr="00F95FBD">
              <w:t>Telefon</w:t>
            </w:r>
          </w:p>
        </w:tc>
        <w:tc>
          <w:tcPr>
            <w:tcW w:w="5812" w:type="dxa"/>
          </w:tcPr>
          <w:p w14:paraId="325B2C4F" w14:textId="77777777" w:rsidR="00A76392" w:rsidRPr="00F95FBD" w:rsidRDefault="00A76392" w:rsidP="007131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E6281A" w14:textId="77777777" w:rsidR="007C5289" w:rsidRDefault="007C5289" w:rsidP="007C5289">
      <w:pPr>
        <w:pStyle w:val="Textbezodsazen"/>
        <w:sectPr w:rsidR="007C5289" w:rsidSect="003409DC">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58471A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76392" w:rsidRPr="00A76392">
              <w:t>5</w:t>
            </w:r>
            <w:r w:rsidRPr="00A76392">
              <w:t>0 mil. Kč na jednu pojistnou událost</w:t>
            </w:r>
            <w:r w:rsidR="00A349C6" w:rsidRPr="00A76392">
              <w:t xml:space="preserve"> a </w:t>
            </w:r>
            <w:r w:rsidR="00A76392" w:rsidRPr="00A76392">
              <w:t>1</w:t>
            </w:r>
            <w:r w:rsidRPr="00A76392">
              <w:t>00 mil. Kč</w:t>
            </w:r>
            <w:r w:rsidR="00A349C6" w:rsidRPr="00A76392">
              <w:t xml:space="preserve"> v </w:t>
            </w:r>
            <w:r w:rsidRPr="00A76392">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3409DC">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3409DC">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3409DC">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Default="00405F42" w:rsidP="00405F42">
      <w:pPr>
        <w:keepNext/>
        <w:spacing w:before="200" w:after="120" w:line="264" w:lineRule="auto"/>
        <w:rPr>
          <w:b/>
          <w:noProof/>
          <w:sz w:val="28"/>
          <w:szCs w:val="28"/>
        </w:rPr>
      </w:pPr>
      <w:bookmarkStart w:id="0" w:name="_Hlk132703151"/>
      <w:r w:rsidRPr="00405F42">
        <w:rPr>
          <w:b/>
          <w:noProof/>
          <w:sz w:val="28"/>
          <w:szCs w:val="28"/>
        </w:rPr>
        <w:t>Osvědčení Správy železnic, státní organizace o řádném poskytnutí a dokončení stavebních prací</w:t>
      </w:r>
    </w:p>
    <w:bookmarkEnd w:id="0"/>
    <w:p w14:paraId="43320DEC" w14:textId="77777777" w:rsidR="00A1021F" w:rsidRPr="00405F42" w:rsidRDefault="00A1021F" w:rsidP="00A1021F">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A1021F" w:rsidRPr="00405F42" w14:paraId="093B1803"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4CF5AA"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0D798049"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47EF072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14D400"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2915E496"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1A5BA370"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7F1AFD8"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4DF3BB0C"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3633841F"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99BEA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4D32F024"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28E3A79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607A7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1D463172"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34FF38E8"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A07EFB"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68342F1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1A6B0FF7"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36F4EC"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5D5ED700"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74AA653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503EF7"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598C411A"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7F93ECD" w14:textId="77777777" w:rsidR="00A1021F" w:rsidRPr="00405F42" w:rsidRDefault="00A1021F" w:rsidP="00A1021F">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A1021F" w:rsidRPr="00405F42" w14:paraId="73358C18"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FEB204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3A413907"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A1021F" w:rsidRPr="00405F42" w14:paraId="0099AAE5"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4C6AA7"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56A48546"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A1021F" w:rsidRPr="00405F42" w14:paraId="44F16F8C"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3DCC37"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37D0163A"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A1021F" w:rsidRPr="00405F42" w14:paraId="40A11889"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D51202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C4A7CC3"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7F37157C" w14:textId="77777777" w:rsidR="00A1021F" w:rsidRPr="00405F42" w:rsidRDefault="00A1021F" w:rsidP="00A1021F">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A1021F" w:rsidRPr="00405F42" w14:paraId="4AD8FF86"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402E74"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5C431472"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14744072"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A1021F" w:rsidRPr="00405F42" w14:paraId="400F3AB8"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1CF94AB" w14:textId="77777777" w:rsidR="00A1021F" w:rsidRPr="00405F42" w:rsidRDefault="00A1021F" w:rsidP="00DA1D5F">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1387278F"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3055EB6"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A1021F" w:rsidRPr="00405F42" w14:paraId="60D3CD5E"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34C6D14" w14:textId="77777777" w:rsidR="00A1021F" w:rsidRPr="00405F42" w:rsidRDefault="00A1021F" w:rsidP="00DA1D5F">
            <w:pPr>
              <w:spacing w:after="0" w:line="240" w:lineRule="auto"/>
              <w:rPr>
                <w:rFonts w:asciiTheme="minorHAnsi" w:hAnsiTheme="minorHAnsi"/>
                <w:noProof/>
              </w:rPr>
            </w:pPr>
          </w:p>
        </w:tc>
        <w:tc>
          <w:tcPr>
            <w:tcW w:w="3685" w:type="dxa"/>
          </w:tcPr>
          <w:p w14:paraId="46014FA3"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B5902F9"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516AD5D5"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87A70DB" w14:textId="77777777" w:rsidR="00A1021F" w:rsidRPr="00405F42" w:rsidRDefault="00A1021F" w:rsidP="00DA1D5F">
            <w:pPr>
              <w:spacing w:after="0" w:line="240" w:lineRule="auto"/>
              <w:rPr>
                <w:rFonts w:asciiTheme="minorHAnsi" w:hAnsiTheme="minorHAnsi"/>
                <w:noProof/>
              </w:rPr>
            </w:pPr>
          </w:p>
        </w:tc>
        <w:tc>
          <w:tcPr>
            <w:tcW w:w="3685" w:type="dxa"/>
          </w:tcPr>
          <w:p w14:paraId="4C48560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E18330B"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A9A25FF" w14:textId="77777777" w:rsidR="00A1021F" w:rsidRPr="00405F42" w:rsidRDefault="00A1021F" w:rsidP="00A1021F"/>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A1021F" w:rsidRPr="00405F42" w14:paraId="0F4ECA17"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B06467"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4808A92C"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A1021F" w:rsidRPr="00405F42" w14:paraId="7DC8033F"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AB844F"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3AFFAE2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A1021F" w:rsidRPr="00405F42" w14:paraId="3CEBB88A"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31913A"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719D5C52"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A1021F" w:rsidRPr="00405F42" w14:paraId="73B94A58"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135EA0"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421E776"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A1021F" w:rsidRPr="00405F42" w14:paraId="38D9B5F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65FFD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3213B37E"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A1021F" w:rsidRPr="00405F42" w14:paraId="287EBE67"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26089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35235B9F"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A1021F" w:rsidRPr="00405F42" w14:paraId="576496FE"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5B2E84"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214412A" w14:textId="77777777" w:rsidR="00A1021F" w:rsidRPr="00405F42" w:rsidRDefault="00A1021F" w:rsidP="00DA1D5F">
            <w:pPr>
              <w:spacing w:after="0" w:line="240" w:lineRule="auto"/>
              <w:rPr>
                <w:rFonts w:asciiTheme="minorHAnsi" w:hAnsiTheme="minorHAnsi"/>
                <w:b/>
                <w:noProof/>
              </w:rPr>
            </w:pPr>
          </w:p>
          <w:p w14:paraId="1E14BF7A"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1D026F48"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0173ED5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02777240"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016232"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5520E7E3"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6A6CD37E"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6BFA756B"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716733E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66B5C6"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6E58536E"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4D85A662"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1B4CEE8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5758620E"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3E87EC"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3CF13756"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0CE4A67A"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3AD34DB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7D9E0532"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B69C5B"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C995721"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41B0616F"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2696AE00"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29C4269B"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3A4F25"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01FAFB36"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14840602"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27E747D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EBB7D5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533E2587"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09E48B"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47919957"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37B46736"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1EE85CD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27D3E072"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329732"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39DF02E6"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3B7F1210"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14E4C7DB"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33F70AF4"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563E9F"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35AD1EFF" w14:textId="77777777" w:rsidR="00A1021F" w:rsidRPr="00405F42" w:rsidRDefault="00A1021F" w:rsidP="00DA1D5F">
            <w:pPr>
              <w:spacing w:after="0" w:line="240" w:lineRule="auto"/>
              <w:rPr>
                <w:rFonts w:asciiTheme="minorHAnsi" w:hAnsiTheme="minorHAnsi"/>
                <w:b/>
                <w:noProof/>
              </w:rPr>
            </w:pPr>
          </w:p>
          <w:p w14:paraId="4D8AF02E"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662D02DB"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67D365D8"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477B4C90"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6BF34E"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7361C7CE" w14:textId="77777777" w:rsidR="00A1021F" w:rsidRPr="00405F42" w:rsidRDefault="00A1021F" w:rsidP="00DA1D5F">
            <w:pPr>
              <w:spacing w:after="0" w:line="240" w:lineRule="auto"/>
              <w:rPr>
                <w:rFonts w:asciiTheme="minorHAnsi" w:hAnsiTheme="minorHAnsi"/>
                <w:b/>
                <w:noProof/>
              </w:rPr>
            </w:pPr>
          </w:p>
          <w:p w14:paraId="093B2D30" w14:textId="77777777" w:rsidR="00A1021F" w:rsidRPr="00405F42" w:rsidRDefault="00A1021F" w:rsidP="00DA1D5F">
            <w:pPr>
              <w:spacing w:after="0" w:line="240" w:lineRule="auto"/>
              <w:rPr>
                <w:rFonts w:asciiTheme="minorHAnsi" w:hAnsiTheme="minorHAnsi"/>
                <w:b/>
                <w:noProof/>
              </w:rPr>
            </w:pPr>
          </w:p>
          <w:p w14:paraId="3E414DF3"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6A583000"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54367034"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A1021F" w:rsidRPr="00405F42" w14:paraId="5B551D31"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3509B3"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6DC20C9D" w14:textId="77777777" w:rsidR="00A1021F" w:rsidRPr="00405F42" w:rsidRDefault="00A1021F" w:rsidP="00DA1D5F">
            <w:pPr>
              <w:spacing w:after="0" w:line="240" w:lineRule="auto"/>
              <w:rPr>
                <w:rFonts w:asciiTheme="minorHAnsi" w:hAnsiTheme="minorHAnsi"/>
                <w:b/>
                <w:noProof/>
              </w:rPr>
            </w:pPr>
            <w:r w:rsidRPr="00405F42">
              <w:rPr>
                <w:b/>
                <w:bCs/>
              </w:rPr>
              <w:t>Společníci podílející se na realizaci:</w:t>
            </w:r>
          </w:p>
        </w:tc>
        <w:tc>
          <w:tcPr>
            <w:tcW w:w="4763" w:type="dxa"/>
          </w:tcPr>
          <w:p w14:paraId="486AD527"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45800538"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6B4DD78F" w14:textId="77777777" w:rsidR="00A1021F" w:rsidRPr="00405F42" w:rsidRDefault="00A1021F" w:rsidP="00A1021F"/>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A1021F" w:rsidRPr="00405F42" w14:paraId="26BEEF13"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538555"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32ED570"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A1021F" w:rsidRPr="00405F42" w14:paraId="0A8D3DE3"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E66706"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730B10B7"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A1021F" w:rsidRPr="00405F42" w14:paraId="3DA09027"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8BD540"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7A80E36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57CFD49A"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C708C0"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15A78CC3"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B1C07E3" w14:textId="77777777" w:rsidR="00A1021F" w:rsidRPr="00405F42" w:rsidRDefault="00A1021F" w:rsidP="00A1021F">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A1021F" w:rsidRPr="00405F42" w14:paraId="5964C0A6" w14:textId="77777777" w:rsidTr="00DA1D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67778A" w14:textId="77777777" w:rsidR="00A1021F" w:rsidRPr="00405F42" w:rsidRDefault="00A1021F" w:rsidP="00DA1D5F">
            <w:pPr>
              <w:spacing w:after="0" w:line="240" w:lineRule="auto"/>
              <w:rPr>
                <w:rFonts w:asciiTheme="minorHAnsi" w:hAnsiTheme="minorHAnsi"/>
                <w:noProof/>
              </w:rPr>
            </w:pPr>
          </w:p>
        </w:tc>
        <w:tc>
          <w:tcPr>
            <w:tcW w:w="2948" w:type="dxa"/>
            <w:shd w:val="clear" w:color="auto" w:fill="FFBFBF" w:themeFill="accent6" w:themeFillTint="33"/>
          </w:tcPr>
          <w:p w14:paraId="6561CE6F"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74396857"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A1021F" w:rsidRPr="00405F42" w14:paraId="4E25DA99" w14:textId="77777777" w:rsidTr="00DA1D5F">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3F81A4"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645D222E"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3F521FD"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047629C1" w14:textId="77777777" w:rsidTr="00DA1D5F">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400ACF"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CEB57E7"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B98154E"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065CAD81" w14:textId="77777777" w:rsidTr="00DA1D5F">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2C917A"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CD5D048"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1A447A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1E2AACF0" w14:textId="77777777" w:rsidTr="00DA1D5F">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78E25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48EF699"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B9715C2"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4F3EE5A4" w14:textId="77777777" w:rsidTr="00DA1D5F">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393798"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3C16BC34" w14:textId="77777777" w:rsidR="00A1021F" w:rsidRPr="00405F42" w:rsidRDefault="00A1021F" w:rsidP="00DA1D5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1"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1"/>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AFC9ABF" w14:textId="77777777" w:rsidR="00A1021F" w:rsidRPr="00405F42" w:rsidRDefault="00A1021F" w:rsidP="00A1021F">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A1021F" w:rsidRPr="00405F42" w14:paraId="4D7591C1"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C966E2"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547CA93E"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A1021F" w:rsidRPr="00405F42" w14:paraId="0E4E13A1"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6577F9"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79B863A5"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31D3A92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200C17F4"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0AFFB1A1"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6453CC6C" w14:textId="77777777" w:rsidR="00A1021F" w:rsidRPr="00405F42" w:rsidRDefault="00A1021F" w:rsidP="00A1021F">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A1021F" w:rsidRPr="00405F42" w14:paraId="63EAD9D1" w14:textId="77777777" w:rsidTr="00DA1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D62944"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1BFA1456" w14:textId="77777777" w:rsidR="00A1021F" w:rsidRPr="00405F42" w:rsidRDefault="00A1021F" w:rsidP="00DA1D5F">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02B77EC4" w14:textId="77777777" w:rsidTr="00DA1D5F">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3B31811"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8AF28A8"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A1021F" w:rsidRPr="00405F42" w14:paraId="3C16F95D" w14:textId="77777777" w:rsidTr="00DA1D5F">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86CE7D" w14:textId="77777777" w:rsidR="00A1021F" w:rsidRPr="00405F42" w:rsidRDefault="00A1021F" w:rsidP="00DA1D5F">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52AC6E79" w14:textId="77777777" w:rsidR="00A1021F" w:rsidRPr="00405F42" w:rsidRDefault="00A1021F" w:rsidP="00DA1D5F">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86943B8" w14:textId="77777777" w:rsidR="00A1021F" w:rsidRPr="00405F42" w:rsidRDefault="00A1021F" w:rsidP="00A1021F">
      <w:pPr>
        <w:spacing w:after="240" w:line="264" w:lineRule="auto"/>
        <w:rPr>
          <w:rFonts w:asciiTheme="minorHAnsi" w:hAnsiTheme="minorHAnsi"/>
          <w:sz w:val="18"/>
          <w:szCs w:val="18"/>
        </w:rPr>
      </w:pPr>
    </w:p>
    <w:p w14:paraId="5957C900" w14:textId="77777777" w:rsidR="00A1021F" w:rsidRPr="00405F42" w:rsidRDefault="00A1021F" w:rsidP="00A1021F">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7C6F911" w14:textId="77777777" w:rsidR="00A1021F" w:rsidRPr="00405F42" w:rsidRDefault="00A1021F" w:rsidP="00A1021F">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4DC283" w14:textId="77777777" w:rsidR="00A1021F" w:rsidRPr="00405F42" w:rsidRDefault="00A1021F" w:rsidP="00A1021F">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0D2C046B" w14:textId="77777777" w:rsidR="00A1021F" w:rsidRPr="00405F42" w:rsidRDefault="00A1021F" w:rsidP="00A1021F">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CB234C4" w14:textId="77777777" w:rsidR="00A1021F" w:rsidRPr="00405F42" w:rsidRDefault="00A1021F" w:rsidP="00A1021F">
      <w:pPr>
        <w:spacing w:after="240" w:line="264" w:lineRule="auto"/>
        <w:jc w:val="both"/>
        <w:rPr>
          <w:rFonts w:asciiTheme="minorHAnsi" w:hAnsiTheme="minorHAnsi"/>
          <w:sz w:val="18"/>
          <w:szCs w:val="18"/>
        </w:rPr>
      </w:pPr>
    </w:p>
    <w:p w14:paraId="0B9F3061" w14:textId="77777777" w:rsidR="00A1021F" w:rsidRPr="00405F42" w:rsidRDefault="00A1021F" w:rsidP="00A1021F">
      <w:pPr>
        <w:spacing w:after="120" w:line="264" w:lineRule="auto"/>
        <w:jc w:val="both"/>
        <w:rPr>
          <w:sz w:val="18"/>
          <w:szCs w:val="18"/>
        </w:rPr>
      </w:pPr>
    </w:p>
    <w:p w14:paraId="750F9F60" w14:textId="77777777" w:rsidR="00A1021F" w:rsidRPr="00F0533E" w:rsidRDefault="00A1021F" w:rsidP="00A1021F"/>
    <w:p w14:paraId="7362112B" w14:textId="77777777" w:rsidR="00A1021F" w:rsidRDefault="00A1021F" w:rsidP="00A1021F">
      <w:pPr>
        <w:pStyle w:val="Textbezodsazen"/>
      </w:pPr>
    </w:p>
    <w:p w14:paraId="3AA7DD6A" w14:textId="77777777" w:rsidR="000E65EA" w:rsidRDefault="000E65EA" w:rsidP="00A1021F">
      <w:pPr>
        <w:keepNext/>
        <w:spacing w:before="200" w:after="120" w:line="264" w:lineRule="auto"/>
      </w:pPr>
    </w:p>
    <w:sectPr w:rsidR="000E65EA" w:rsidSect="003409DC">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6B7E9" w14:textId="77777777" w:rsidR="003409DC" w:rsidRDefault="003409DC" w:rsidP="00962258">
      <w:pPr>
        <w:spacing w:after="0" w:line="240" w:lineRule="auto"/>
      </w:pPr>
      <w:r>
        <w:separator/>
      </w:r>
    </w:p>
  </w:endnote>
  <w:endnote w:type="continuationSeparator" w:id="0">
    <w:p w14:paraId="6F7DC333" w14:textId="77777777" w:rsidR="003409DC" w:rsidRDefault="003409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6F69797B"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8</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E395C54"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F835C8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17BD985E"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906D5">
            <w:rPr>
              <w:rStyle w:val="slostrnky"/>
              <w:noProof/>
            </w:rPr>
            <w:t>2</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83545C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2</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C2C7FB6"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1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7E88BA3"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1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50C89DCA"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16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906D5">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778DEBA"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7</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3B32827"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1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6A561E21" w:rsidR="00E7745D" w:rsidRPr="00DD4862" w:rsidRDefault="00E7745D" w:rsidP="00934B6B">
          <w:pPr>
            <w:pStyle w:val="Zpatvpravo"/>
            <w:rPr>
              <w:b/>
            </w:rPr>
          </w:pPr>
          <w:r w:rsidRPr="00DD4862">
            <w:rPr>
              <w:b/>
            </w:rPr>
            <w:t xml:space="preserve">Příloha č. </w:t>
          </w:r>
          <w:r>
            <w:rPr>
              <w:b/>
            </w:rPr>
            <w:t>10</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7130738"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16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6D08B0F"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1D16A1F"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D57D61E"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3E5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6D5">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75C16" w14:textId="77777777" w:rsidR="003409DC" w:rsidRDefault="003409DC" w:rsidP="00962258">
      <w:pPr>
        <w:spacing w:after="0" w:line="240" w:lineRule="auto"/>
      </w:pPr>
      <w:r>
        <w:separator/>
      </w:r>
    </w:p>
  </w:footnote>
  <w:footnote w:type="continuationSeparator" w:id="0">
    <w:p w14:paraId="7F0982EF" w14:textId="77777777" w:rsidR="003409DC" w:rsidRDefault="003409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5DF29CC4"/>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5541746">
    <w:abstractNumId w:val="4"/>
  </w:num>
  <w:num w:numId="2" w16cid:durableId="520046581">
    <w:abstractNumId w:val="1"/>
  </w:num>
  <w:num w:numId="3" w16cid:durableId="1249581200">
    <w:abstractNumId w:val="12"/>
  </w:num>
  <w:num w:numId="4" w16cid:durableId="2097633013">
    <w:abstractNumId w:val="5"/>
  </w:num>
  <w:num w:numId="5" w16cid:durableId="515000776">
    <w:abstractNumId w:val="6"/>
  </w:num>
  <w:num w:numId="6" w16cid:durableId="2009092476">
    <w:abstractNumId w:val="0"/>
  </w:num>
  <w:num w:numId="7" w16cid:durableId="12558966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6388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5058485">
    <w:abstractNumId w:val="0"/>
  </w:num>
  <w:num w:numId="10" w16cid:durableId="1249148402">
    <w:abstractNumId w:val="11"/>
  </w:num>
  <w:num w:numId="11" w16cid:durableId="89132600">
    <w:abstractNumId w:val="14"/>
  </w:num>
  <w:num w:numId="12" w16cid:durableId="526255643">
    <w:abstractNumId w:val="6"/>
  </w:num>
  <w:num w:numId="13" w16cid:durableId="1670523408">
    <w:abstractNumId w:val="8"/>
  </w:num>
  <w:num w:numId="14" w16cid:durableId="1293053024">
    <w:abstractNumId w:val="10"/>
  </w:num>
  <w:num w:numId="15" w16cid:durableId="1051418557">
    <w:abstractNumId w:val="0"/>
  </w:num>
  <w:num w:numId="16" w16cid:durableId="523056368">
    <w:abstractNumId w:val="2"/>
  </w:num>
  <w:num w:numId="17" w16cid:durableId="1838768750">
    <w:abstractNumId w:val="13"/>
  </w:num>
  <w:num w:numId="18" w16cid:durableId="882400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1735447">
    <w:abstractNumId w:val="3"/>
  </w:num>
  <w:num w:numId="20" w16cid:durableId="800810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8521677">
    <w:abstractNumId w:val="8"/>
    <w:lvlOverride w:ilvl="0">
      <w:startOverride w:val="1"/>
    </w:lvlOverride>
  </w:num>
  <w:num w:numId="22" w16cid:durableId="1992099657">
    <w:abstractNumId w:val="0"/>
    <w:lvlOverride w:ilvl="0">
      <w:startOverride w:val="4"/>
    </w:lvlOverride>
    <w:lvlOverride w:ilvl="1">
      <w:startOverride w:val="12"/>
    </w:lvlOverride>
    <w:lvlOverride w:ilvl="2">
      <w:startOverride w:val="2"/>
    </w:lvlOverride>
  </w:num>
  <w:num w:numId="23" w16cid:durableId="23671775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26D9"/>
    <w:rsid w:val="000432C2"/>
    <w:rsid w:val="0004706B"/>
    <w:rsid w:val="0006588D"/>
    <w:rsid w:val="0006710F"/>
    <w:rsid w:val="00067A5E"/>
    <w:rsid w:val="000719BB"/>
    <w:rsid w:val="00072816"/>
    <w:rsid w:val="00072A65"/>
    <w:rsid w:val="00072C1E"/>
    <w:rsid w:val="0008778C"/>
    <w:rsid w:val="000A1915"/>
    <w:rsid w:val="000B42A9"/>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16DF0"/>
    <w:rsid w:val="00124A35"/>
    <w:rsid w:val="00133726"/>
    <w:rsid w:val="001346A2"/>
    <w:rsid w:val="00136240"/>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75AA"/>
    <w:rsid w:val="001B0C6A"/>
    <w:rsid w:val="001B4E74"/>
    <w:rsid w:val="001C5817"/>
    <w:rsid w:val="001C645F"/>
    <w:rsid w:val="001C68BE"/>
    <w:rsid w:val="001D6E48"/>
    <w:rsid w:val="001E5C4E"/>
    <w:rsid w:val="001E678E"/>
    <w:rsid w:val="001F06AB"/>
    <w:rsid w:val="001F518E"/>
    <w:rsid w:val="002038D5"/>
    <w:rsid w:val="002071BB"/>
    <w:rsid w:val="00207DF5"/>
    <w:rsid w:val="00225027"/>
    <w:rsid w:val="00225674"/>
    <w:rsid w:val="002333E5"/>
    <w:rsid w:val="00237604"/>
    <w:rsid w:val="00237B02"/>
    <w:rsid w:val="00240B81"/>
    <w:rsid w:val="00247D01"/>
    <w:rsid w:val="00252206"/>
    <w:rsid w:val="00253FF6"/>
    <w:rsid w:val="00255B10"/>
    <w:rsid w:val="002566F6"/>
    <w:rsid w:val="00256E23"/>
    <w:rsid w:val="00261A5B"/>
    <w:rsid w:val="00262E5B"/>
    <w:rsid w:val="00276AFE"/>
    <w:rsid w:val="00284B29"/>
    <w:rsid w:val="00285ED8"/>
    <w:rsid w:val="00286E07"/>
    <w:rsid w:val="00292745"/>
    <w:rsid w:val="002A3B57"/>
    <w:rsid w:val="002B4972"/>
    <w:rsid w:val="002C31BF"/>
    <w:rsid w:val="002D1625"/>
    <w:rsid w:val="002D3591"/>
    <w:rsid w:val="002D6EE5"/>
    <w:rsid w:val="002D7841"/>
    <w:rsid w:val="002D7FD6"/>
    <w:rsid w:val="002E0CD7"/>
    <w:rsid w:val="002E0CFB"/>
    <w:rsid w:val="002E24EF"/>
    <w:rsid w:val="002E5C7B"/>
    <w:rsid w:val="002F2DC5"/>
    <w:rsid w:val="002F4333"/>
    <w:rsid w:val="002F52D1"/>
    <w:rsid w:val="0030003A"/>
    <w:rsid w:val="00307320"/>
    <w:rsid w:val="00310622"/>
    <w:rsid w:val="003149C0"/>
    <w:rsid w:val="00327EEF"/>
    <w:rsid w:val="00331951"/>
    <w:rsid w:val="0033239F"/>
    <w:rsid w:val="003409DC"/>
    <w:rsid w:val="0034274B"/>
    <w:rsid w:val="00342DC7"/>
    <w:rsid w:val="0034719F"/>
    <w:rsid w:val="00350A35"/>
    <w:rsid w:val="003571D8"/>
    <w:rsid w:val="00357BC6"/>
    <w:rsid w:val="00361422"/>
    <w:rsid w:val="003645C4"/>
    <w:rsid w:val="0037545D"/>
    <w:rsid w:val="003906D5"/>
    <w:rsid w:val="0039231C"/>
    <w:rsid w:val="00392910"/>
    <w:rsid w:val="00392EB6"/>
    <w:rsid w:val="00394474"/>
    <w:rsid w:val="003956C6"/>
    <w:rsid w:val="003B23D6"/>
    <w:rsid w:val="003C33F2"/>
    <w:rsid w:val="003D6859"/>
    <w:rsid w:val="003D756E"/>
    <w:rsid w:val="003E420D"/>
    <w:rsid w:val="003E4C13"/>
    <w:rsid w:val="00401D55"/>
    <w:rsid w:val="00405F42"/>
    <w:rsid w:val="004078F3"/>
    <w:rsid w:val="004160CB"/>
    <w:rsid w:val="00427794"/>
    <w:rsid w:val="00430B3D"/>
    <w:rsid w:val="004328E4"/>
    <w:rsid w:val="00432A31"/>
    <w:rsid w:val="00440223"/>
    <w:rsid w:val="00443E54"/>
    <w:rsid w:val="00450F07"/>
    <w:rsid w:val="00450F44"/>
    <w:rsid w:val="00453CD3"/>
    <w:rsid w:val="00455CE8"/>
    <w:rsid w:val="00460660"/>
    <w:rsid w:val="00464BA9"/>
    <w:rsid w:val="0047195E"/>
    <w:rsid w:val="00483969"/>
    <w:rsid w:val="00486107"/>
    <w:rsid w:val="00491827"/>
    <w:rsid w:val="004A17ED"/>
    <w:rsid w:val="004B4299"/>
    <w:rsid w:val="004C35AB"/>
    <w:rsid w:val="004C4399"/>
    <w:rsid w:val="004C787C"/>
    <w:rsid w:val="004D09FB"/>
    <w:rsid w:val="004D395E"/>
    <w:rsid w:val="004D41C5"/>
    <w:rsid w:val="004E6233"/>
    <w:rsid w:val="004E7A1F"/>
    <w:rsid w:val="004F4B9B"/>
    <w:rsid w:val="00500E0F"/>
    <w:rsid w:val="00502690"/>
    <w:rsid w:val="0050510F"/>
    <w:rsid w:val="0050666E"/>
    <w:rsid w:val="00511AB9"/>
    <w:rsid w:val="00515632"/>
    <w:rsid w:val="00523BB5"/>
    <w:rsid w:val="00523EA7"/>
    <w:rsid w:val="0053019C"/>
    <w:rsid w:val="00534258"/>
    <w:rsid w:val="005364A0"/>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3634"/>
    <w:rsid w:val="005B778D"/>
    <w:rsid w:val="005C3667"/>
    <w:rsid w:val="005D3C39"/>
    <w:rsid w:val="005D6794"/>
    <w:rsid w:val="005D7B1B"/>
    <w:rsid w:val="005E211A"/>
    <w:rsid w:val="005E2218"/>
    <w:rsid w:val="005E22EE"/>
    <w:rsid w:val="005E2F93"/>
    <w:rsid w:val="005E5AE7"/>
    <w:rsid w:val="005E7125"/>
    <w:rsid w:val="005F14BD"/>
    <w:rsid w:val="005F3A8C"/>
    <w:rsid w:val="00600ECE"/>
    <w:rsid w:val="00600FA0"/>
    <w:rsid w:val="00601A8C"/>
    <w:rsid w:val="00602D19"/>
    <w:rsid w:val="0061068E"/>
    <w:rsid w:val="006115D3"/>
    <w:rsid w:val="00623FDC"/>
    <w:rsid w:val="00653EB8"/>
    <w:rsid w:val="0065610E"/>
    <w:rsid w:val="00660AD3"/>
    <w:rsid w:val="006776B6"/>
    <w:rsid w:val="00693150"/>
    <w:rsid w:val="006A014C"/>
    <w:rsid w:val="006A32ED"/>
    <w:rsid w:val="006A5570"/>
    <w:rsid w:val="006A5576"/>
    <w:rsid w:val="006A689C"/>
    <w:rsid w:val="006A698D"/>
    <w:rsid w:val="006B3D79"/>
    <w:rsid w:val="006B6FE4"/>
    <w:rsid w:val="006C10F5"/>
    <w:rsid w:val="006C2343"/>
    <w:rsid w:val="006C442A"/>
    <w:rsid w:val="006E0578"/>
    <w:rsid w:val="006E314D"/>
    <w:rsid w:val="006E7799"/>
    <w:rsid w:val="006F4F8D"/>
    <w:rsid w:val="006F680F"/>
    <w:rsid w:val="006F782C"/>
    <w:rsid w:val="00704D1E"/>
    <w:rsid w:val="007072F2"/>
    <w:rsid w:val="00710723"/>
    <w:rsid w:val="007145F3"/>
    <w:rsid w:val="00723ED1"/>
    <w:rsid w:val="00725742"/>
    <w:rsid w:val="00740AF5"/>
    <w:rsid w:val="007420C0"/>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2F71"/>
    <w:rsid w:val="00826B7B"/>
    <w:rsid w:val="008341DD"/>
    <w:rsid w:val="0083541D"/>
    <w:rsid w:val="00837C02"/>
    <w:rsid w:val="00837D45"/>
    <w:rsid w:val="00841327"/>
    <w:rsid w:val="00846789"/>
    <w:rsid w:val="008527C7"/>
    <w:rsid w:val="0085412C"/>
    <w:rsid w:val="00855469"/>
    <w:rsid w:val="00866994"/>
    <w:rsid w:val="008760DD"/>
    <w:rsid w:val="00883098"/>
    <w:rsid w:val="008911C8"/>
    <w:rsid w:val="008924AF"/>
    <w:rsid w:val="008928D0"/>
    <w:rsid w:val="00893AB3"/>
    <w:rsid w:val="008A3568"/>
    <w:rsid w:val="008A7656"/>
    <w:rsid w:val="008B2F29"/>
    <w:rsid w:val="008B48D3"/>
    <w:rsid w:val="008B78DF"/>
    <w:rsid w:val="008C50F3"/>
    <w:rsid w:val="008C7539"/>
    <w:rsid w:val="008C7EFE"/>
    <w:rsid w:val="008D03B9"/>
    <w:rsid w:val="008D0755"/>
    <w:rsid w:val="008D30C7"/>
    <w:rsid w:val="008D4A07"/>
    <w:rsid w:val="008F18D6"/>
    <w:rsid w:val="008F2C9B"/>
    <w:rsid w:val="008F7242"/>
    <w:rsid w:val="008F797B"/>
    <w:rsid w:val="00904780"/>
    <w:rsid w:val="00905B4E"/>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1021F"/>
    <w:rsid w:val="00A21A01"/>
    <w:rsid w:val="00A21B2B"/>
    <w:rsid w:val="00A2666C"/>
    <w:rsid w:val="00A349C6"/>
    <w:rsid w:val="00A45BB7"/>
    <w:rsid w:val="00A50641"/>
    <w:rsid w:val="00A530BF"/>
    <w:rsid w:val="00A602A5"/>
    <w:rsid w:val="00A6177B"/>
    <w:rsid w:val="00A637A7"/>
    <w:rsid w:val="00A66136"/>
    <w:rsid w:val="00A6689C"/>
    <w:rsid w:val="00A7050F"/>
    <w:rsid w:val="00A71189"/>
    <w:rsid w:val="00A72F8F"/>
    <w:rsid w:val="00A7364A"/>
    <w:rsid w:val="00A74DCC"/>
    <w:rsid w:val="00A753ED"/>
    <w:rsid w:val="00A76392"/>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54DB"/>
    <w:rsid w:val="00AF7AEE"/>
    <w:rsid w:val="00B008D5"/>
    <w:rsid w:val="00B02F73"/>
    <w:rsid w:val="00B05B31"/>
    <w:rsid w:val="00B0619F"/>
    <w:rsid w:val="00B12362"/>
    <w:rsid w:val="00B13A26"/>
    <w:rsid w:val="00B15D0D"/>
    <w:rsid w:val="00B16773"/>
    <w:rsid w:val="00B22106"/>
    <w:rsid w:val="00B25797"/>
    <w:rsid w:val="00B42F40"/>
    <w:rsid w:val="00B50B1D"/>
    <w:rsid w:val="00B5431A"/>
    <w:rsid w:val="00B63BD1"/>
    <w:rsid w:val="00B67165"/>
    <w:rsid w:val="00B675F5"/>
    <w:rsid w:val="00B75EE1"/>
    <w:rsid w:val="00B77228"/>
    <w:rsid w:val="00B77481"/>
    <w:rsid w:val="00B8518B"/>
    <w:rsid w:val="00B97CC3"/>
    <w:rsid w:val="00BA4169"/>
    <w:rsid w:val="00BB1390"/>
    <w:rsid w:val="00BB1F16"/>
    <w:rsid w:val="00BB31AD"/>
    <w:rsid w:val="00BC06C4"/>
    <w:rsid w:val="00BC5BDD"/>
    <w:rsid w:val="00BD5647"/>
    <w:rsid w:val="00BD5DE9"/>
    <w:rsid w:val="00BD7E91"/>
    <w:rsid w:val="00BD7F0D"/>
    <w:rsid w:val="00BE5369"/>
    <w:rsid w:val="00BE5FD5"/>
    <w:rsid w:val="00BF2895"/>
    <w:rsid w:val="00BF4C5D"/>
    <w:rsid w:val="00C01453"/>
    <w:rsid w:val="00C02D0A"/>
    <w:rsid w:val="00C03A6E"/>
    <w:rsid w:val="00C04CDD"/>
    <w:rsid w:val="00C14413"/>
    <w:rsid w:val="00C226C0"/>
    <w:rsid w:val="00C240B6"/>
    <w:rsid w:val="00C42FE6"/>
    <w:rsid w:val="00C44F6A"/>
    <w:rsid w:val="00C524EA"/>
    <w:rsid w:val="00C6198E"/>
    <w:rsid w:val="00C708EA"/>
    <w:rsid w:val="00C717BC"/>
    <w:rsid w:val="00C729BC"/>
    <w:rsid w:val="00C7526B"/>
    <w:rsid w:val="00C76E46"/>
    <w:rsid w:val="00C778A5"/>
    <w:rsid w:val="00C82267"/>
    <w:rsid w:val="00C9118F"/>
    <w:rsid w:val="00C95162"/>
    <w:rsid w:val="00CA143D"/>
    <w:rsid w:val="00CB1C6E"/>
    <w:rsid w:val="00CB2DC6"/>
    <w:rsid w:val="00CB4F6D"/>
    <w:rsid w:val="00CB6A37"/>
    <w:rsid w:val="00CB7684"/>
    <w:rsid w:val="00CC1E14"/>
    <w:rsid w:val="00CC4EA8"/>
    <w:rsid w:val="00CC6517"/>
    <w:rsid w:val="00CC7C8F"/>
    <w:rsid w:val="00CD1FC4"/>
    <w:rsid w:val="00CF7B5F"/>
    <w:rsid w:val="00D01353"/>
    <w:rsid w:val="00D034A0"/>
    <w:rsid w:val="00D10A7E"/>
    <w:rsid w:val="00D21061"/>
    <w:rsid w:val="00D4031F"/>
    <w:rsid w:val="00D4108E"/>
    <w:rsid w:val="00D41385"/>
    <w:rsid w:val="00D41CFE"/>
    <w:rsid w:val="00D4328E"/>
    <w:rsid w:val="00D50FE6"/>
    <w:rsid w:val="00D6163D"/>
    <w:rsid w:val="00D63033"/>
    <w:rsid w:val="00D701DC"/>
    <w:rsid w:val="00D765EC"/>
    <w:rsid w:val="00D831A3"/>
    <w:rsid w:val="00D86204"/>
    <w:rsid w:val="00D92BC2"/>
    <w:rsid w:val="00D94654"/>
    <w:rsid w:val="00D97BE3"/>
    <w:rsid w:val="00DA3711"/>
    <w:rsid w:val="00DB0CD2"/>
    <w:rsid w:val="00DB20D5"/>
    <w:rsid w:val="00DD11B7"/>
    <w:rsid w:val="00DD46F3"/>
    <w:rsid w:val="00DD4862"/>
    <w:rsid w:val="00DE56F2"/>
    <w:rsid w:val="00DF116D"/>
    <w:rsid w:val="00DF2BFF"/>
    <w:rsid w:val="00DF7604"/>
    <w:rsid w:val="00E0237D"/>
    <w:rsid w:val="00E111D2"/>
    <w:rsid w:val="00E16FF7"/>
    <w:rsid w:val="00E26D68"/>
    <w:rsid w:val="00E30910"/>
    <w:rsid w:val="00E31C62"/>
    <w:rsid w:val="00E44045"/>
    <w:rsid w:val="00E618C4"/>
    <w:rsid w:val="00E62689"/>
    <w:rsid w:val="00E7415D"/>
    <w:rsid w:val="00E7745D"/>
    <w:rsid w:val="00E865D7"/>
    <w:rsid w:val="00E878EE"/>
    <w:rsid w:val="00E901A3"/>
    <w:rsid w:val="00E9248A"/>
    <w:rsid w:val="00EA585B"/>
    <w:rsid w:val="00EA6EC7"/>
    <w:rsid w:val="00EB0103"/>
    <w:rsid w:val="00EB104F"/>
    <w:rsid w:val="00EB1E23"/>
    <w:rsid w:val="00EB46E5"/>
    <w:rsid w:val="00EB7506"/>
    <w:rsid w:val="00EC6AEA"/>
    <w:rsid w:val="00ED14BD"/>
    <w:rsid w:val="00EE2D3D"/>
    <w:rsid w:val="00EE7A4C"/>
    <w:rsid w:val="00F00153"/>
    <w:rsid w:val="00F016C7"/>
    <w:rsid w:val="00F07C15"/>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53D1"/>
    <w:rsid w:val="00F5665F"/>
    <w:rsid w:val="00F566DC"/>
    <w:rsid w:val="00F57BA0"/>
    <w:rsid w:val="00F62036"/>
    <w:rsid w:val="00F659EB"/>
    <w:rsid w:val="00F717BD"/>
    <w:rsid w:val="00F72C9F"/>
    <w:rsid w:val="00F762A8"/>
    <w:rsid w:val="00F77822"/>
    <w:rsid w:val="00F86BA6"/>
    <w:rsid w:val="00F8713A"/>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A76392"/>
    <w:rPr>
      <w:color w:val="605E5C"/>
      <w:shd w:val="clear" w:color="auto" w:fill="E1DFDD"/>
    </w:rPr>
  </w:style>
  <w:style w:type="paragraph" w:customStyle="1" w:styleId="Odstavec1-4i">
    <w:name w:val="_Odstavec_1-4_i)"/>
    <w:basedOn w:val="Odstavec1-1a"/>
    <w:qFormat/>
    <w:rsid w:val="00A76392"/>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1FB978-FE48-423C-99A9-E09F5F01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32</Pages>
  <Words>6533</Words>
  <Characters>38550</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2021-01-18T08:04:00Z</cp:lastPrinted>
  <dcterms:created xsi:type="dcterms:W3CDTF">2024-01-31T07:56:00Z</dcterms:created>
  <dcterms:modified xsi:type="dcterms:W3CDTF">2024-02-12T09:15:00Z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